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5CA55DC3" w:rsidR="00F422D3" w:rsidRDefault="00F422D3" w:rsidP="00B42F40">
      <w:pPr>
        <w:pStyle w:val="Titul2"/>
      </w:pPr>
      <w:r>
        <w:t>Název zakázky: „</w:t>
      </w:r>
      <w:r w:rsidR="00AC2789" w:rsidRPr="00AC2789">
        <w:t xml:space="preserve">Oprava zabezpečovacího zařízení v </w:t>
      </w:r>
      <w:proofErr w:type="spellStart"/>
      <w:r w:rsidR="00AC2789" w:rsidRPr="00AC2789">
        <w:t>žst</w:t>
      </w:r>
      <w:proofErr w:type="spellEnd"/>
      <w:r w:rsidR="00AC2789" w:rsidRPr="00AC2789">
        <w:t xml:space="preserve">. Nymburk </w:t>
      </w:r>
      <w:proofErr w:type="spellStart"/>
      <w:r w:rsidR="00AC2789" w:rsidRPr="00AC2789">
        <w:t>seř.n</w:t>
      </w:r>
      <w:proofErr w:type="spellEnd"/>
      <w:r w:rsidR="00AC2789" w:rsidRPr="00AC2789">
        <w:t>. – brzdy TKB v roce 2023</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5EC36483"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8F3E05E" w14:textId="77777777" w:rsidR="00A950E7" w:rsidRDefault="00A950E7" w:rsidP="00D32554">
      <w:pPr>
        <w:pStyle w:val="Textbezodsazen"/>
        <w:rPr>
          <w:b/>
        </w:rPr>
      </w:pP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039A5497"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C826AD" w:rsidRPr="00C826AD">
        <w:t>0</w:t>
      </w:r>
      <w:r w:rsidR="002F4C3B">
        <w:t>8</w:t>
      </w:r>
      <w:r w:rsidR="00BF4956" w:rsidRPr="00C826AD">
        <w:t>. 09. 2023</w:t>
      </w:r>
      <w:r w:rsidR="00BF4956">
        <w:t xml:space="preserve"> </w:t>
      </w:r>
      <w:r w:rsidRPr="00F97DBD">
        <w:t xml:space="preserve">pod </w:t>
      </w:r>
      <w:r w:rsidRPr="00F24489">
        <w:t>evidenčním</w:t>
      </w:r>
      <w:r w:rsidRPr="00F97DBD">
        <w:t xml:space="preserve"> číslem </w:t>
      </w:r>
      <w:r w:rsidR="00BF4956" w:rsidRPr="00AC2789">
        <w:t>645230</w:t>
      </w:r>
      <w:r w:rsidR="00AC2789" w:rsidRPr="00AC2789">
        <w:t>82</w:t>
      </w:r>
      <w:r w:rsidR="00BF4956">
        <w:t xml:space="preserve"> </w:t>
      </w:r>
      <w:r w:rsidRPr="00F97DBD">
        <w:t xml:space="preserve">svůj úmysl zadat </w:t>
      </w:r>
      <w:r>
        <w:t xml:space="preserve">ve výběrovém řízení </w:t>
      </w:r>
      <w:r w:rsidRPr="00F97DBD">
        <w:t xml:space="preserve">veřejnou zakázku s názvem </w:t>
      </w:r>
      <w:r w:rsidRPr="00BF4956">
        <w:rPr>
          <w:b/>
        </w:rPr>
        <w:t>„</w:t>
      </w:r>
      <w:r w:rsidR="00AC2789" w:rsidRPr="00AC2789">
        <w:rPr>
          <w:b/>
        </w:rPr>
        <w:t xml:space="preserve">Oprava zabezpečovacího zařízení v </w:t>
      </w:r>
      <w:proofErr w:type="spellStart"/>
      <w:r w:rsidR="00AC2789" w:rsidRPr="00AC2789">
        <w:rPr>
          <w:b/>
        </w:rPr>
        <w:t>žst</w:t>
      </w:r>
      <w:proofErr w:type="spellEnd"/>
      <w:r w:rsidR="00AC2789" w:rsidRPr="00AC2789">
        <w:rPr>
          <w:b/>
        </w:rPr>
        <w:t xml:space="preserve">. Nymburk </w:t>
      </w:r>
      <w:proofErr w:type="spellStart"/>
      <w:r w:rsidR="00AC2789" w:rsidRPr="00AC2789">
        <w:rPr>
          <w:b/>
        </w:rPr>
        <w:t>seř.n</w:t>
      </w:r>
      <w:proofErr w:type="spellEnd"/>
      <w:r w:rsidR="00AC2789" w:rsidRPr="00AC2789">
        <w:rPr>
          <w:b/>
        </w:rPr>
        <w:t>. – brzdy TKB v roce 2023</w:t>
      </w:r>
      <w:r w:rsidRPr="00BF4956">
        <w:rPr>
          <w:b/>
        </w:rPr>
        <w:t xml:space="preserve">“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1E6768FC"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0334BFD" w14:textId="3C8D3A9B" w:rsidR="00A950E7" w:rsidRDefault="00A950E7" w:rsidP="00A950E7">
      <w:pPr>
        <w:pStyle w:val="Text1-1"/>
        <w:numPr>
          <w:ilvl w:val="0"/>
          <w:numId w:val="0"/>
        </w:numPr>
        <w:ind w:left="737"/>
      </w:pPr>
    </w:p>
    <w:p w14:paraId="110E1F7B" w14:textId="77777777" w:rsidR="00A950E7" w:rsidRPr="00F97DBD" w:rsidRDefault="00A950E7" w:rsidP="00A950E7">
      <w:pPr>
        <w:pStyle w:val="Text1-1"/>
        <w:numPr>
          <w:ilvl w:val="0"/>
          <w:numId w:val="0"/>
        </w:numPr>
        <w:ind w:left="737"/>
      </w:pP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213FD8FC" w14:textId="228FA338" w:rsidR="00F24489" w:rsidRPr="001B662C" w:rsidRDefault="00F24489" w:rsidP="009A2BD0">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009A2BD0">
        <w:t xml:space="preserve"> je uvedena </w:t>
      </w:r>
      <w:r w:rsidR="009A2BD0" w:rsidRPr="001B662C">
        <w:t>v </w:t>
      </w:r>
      <w:hyperlink w:anchor="ListAnnex04" w:history="1">
        <w:r w:rsidR="009A2BD0" w:rsidRPr="001B662C">
          <w:rPr>
            <w:rStyle w:val="Hypertextovodkaz"/>
            <w:rFonts w:cs="Calibri"/>
            <w:color w:val="auto"/>
          </w:rPr>
          <w:t>Příloze č. 4</w:t>
        </w:r>
      </w:hyperlink>
      <w:r w:rsidR="009A2BD0" w:rsidRPr="001B662C">
        <w:t xml:space="preserve"> </w:t>
      </w:r>
      <w:proofErr w:type="gramStart"/>
      <w:r w:rsidR="009A2BD0" w:rsidRPr="001B662C">
        <w:t>této</w:t>
      </w:r>
      <w:proofErr w:type="gramEnd"/>
      <w:r w:rsidR="009A2BD0" w:rsidRPr="001B662C">
        <w:t xml:space="preserve"> Smlouvy.</w:t>
      </w:r>
    </w:p>
    <w:p w14:paraId="60D91D03" w14:textId="246110E2" w:rsidR="00F24489" w:rsidRDefault="00B84ECC" w:rsidP="00F24489">
      <w:pPr>
        <w:pStyle w:val="Textbezslovn"/>
      </w:pPr>
      <w:r w:rsidRPr="001B662C">
        <w:t xml:space="preserve">Rekapitulace </w:t>
      </w:r>
      <w:r w:rsidR="00F24489" w:rsidRPr="001B662C">
        <w:t xml:space="preserve">Ceny Díla </w:t>
      </w:r>
      <w:r w:rsidR="000C122C" w:rsidRPr="001B662C">
        <w:t xml:space="preserve">včetně položkového soupisu prací </w:t>
      </w:r>
      <w:r w:rsidR="00F24489" w:rsidRPr="001B662C">
        <w:t xml:space="preserve">dle </w:t>
      </w:r>
      <w:r w:rsidR="00A40CD0" w:rsidRPr="001B662C">
        <w:t xml:space="preserve">objektů </w:t>
      </w:r>
      <w:r w:rsidR="00F24489" w:rsidRPr="001B662C">
        <w:t xml:space="preserve">stavebních </w:t>
      </w:r>
      <w:r w:rsidR="00A40CD0" w:rsidRPr="001B662C">
        <w:t xml:space="preserve">částí </w:t>
      </w:r>
      <w:r w:rsidR="00F24489" w:rsidRPr="001B662C">
        <w:t>(SO)</w:t>
      </w:r>
      <w:r w:rsidR="0049010D" w:rsidRPr="001B662C">
        <w:t>,</w:t>
      </w:r>
      <w:r w:rsidR="00F24489" w:rsidRPr="001B662C">
        <w:t xml:space="preserve"> </w:t>
      </w:r>
      <w:r w:rsidR="00A40CD0" w:rsidRPr="001B662C">
        <w:t xml:space="preserve">objektů </w:t>
      </w:r>
      <w:r w:rsidR="00F24489" w:rsidRPr="001B662C">
        <w:t xml:space="preserve">provozních </w:t>
      </w:r>
      <w:r w:rsidR="009B37DF" w:rsidRPr="001B662C">
        <w:t xml:space="preserve">souborů </w:t>
      </w:r>
      <w:r w:rsidR="00F24489" w:rsidRPr="001B662C">
        <w:t>(PS)</w:t>
      </w:r>
      <w:r w:rsidR="0049010D" w:rsidRPr="001B662C">
        <w:t xml:space="preserve"> a VRN</w:t>
      </w:r>
      <w:r w:rsidR="00F24489" w:rsidRPr="001B662C">
        <w:t xml:space="preserve"> je uveden</w:t>
      </w:r>
      <w:r w:rsidRPr="001B662C">
        <w:t>a</w:t>
      </w:r>
      <w:r w:rsidR="00F24489" w:rsidRPr="001B662C">
        <w:t xml:space="preserve"> v </w:t>
      </w:r>
      <w:hyperlink w:anchor="ListAnnex04" w:history="1">
        <w:r w:rsidR="00F24489" w:rsidRPr="001B662C">
          <w:rPr>
            <w:rStyle w:val="Hypertextovodkaz"/>
            <w:rFonts w:cs="Calibri"/>
            <w:color w:val="auto"/>
          </w:rPr>
          <w:t>Příloze č. 4</w:t>
        </w:r>
      </w:hyperlink>
      <w:r w:rsidR="00F24489" w:rsidRPr="0049010D">
        <w:t xml:space="preserve"> </w:t>
      </w:r>
      <w:proofErr w:type="gramStart"/>
      <w:r w:rsidR="00F24489" w:rsidRPr="0049010D">
        <w:t>této</w:t>
      </w:r>
      <w:proofErr w:type="gramEnd"/>
      <w:r w:rsidR="00F24489" w:rsidRPr="0049010D">
        <w:t xml:space="preserve">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55D7D2E8" w:rsidR="00F24489" w:rsidRPr="00F24489" w:rsidRDefault="006C1D87" w:rsidP="00F24489">
      <w:pPr>
        <w:pStyle w:val="Textbezslovn"/>
        <w:rPr>
          <w:b/>
        </w:rPr>
      </w:pPr>
      <w:r w:rsidRPr="00F24489">
        <w:rPr>
          <w:b/>
        </w:rPr>
        <w:t>Zahájení stavebních prací: dnem předání Staveniště dle odst</w:t>
      </w:r>
      <w:r w:rsidRPr="0049010D">
        <w:rPr>
          <w:b/>
        </w:rPr>
        <w:t xml:space="preserve">. </w:t>
      </w:r>
      <w:r w:rsidR="009A5DFC" w:rsidRPr="0049010D">
        <w:rPr>
          <w:b/>
        </w:rPr>
        <w:t>5</w:t>
      </w:r>
      <w:r w:rsidRPr="0049010D">
        <w:rPr>
          <w:b/>
        </w:rPr>
        <w:t>.1.1 Přílohy</w:t>
      </w:r>
      <w:r w:rsidRPr="00F24489">
        <w:rPr>
          <w:b/>
        </w:rPr>
        <w:t xml:space="preserve"> </w:t>
      </w:r>
      <w:proofErr w:type="gramStart"/>
      <w:r w:rsidRPr="00F24489">
        <w:rPr>
          <w:b/>
        </w:rPr>
        <w:t>č.2 b) Smlouvy</w:t>
      </w:r>
      <w:proofErr w:type="gramEnd"/>
      <w:r w:rsidRPr="00F24489">
        <w:rPr>
          <w:b/>
        </w:rPr>
        <w:t>.</w:t>
      </w:r>
    </w:p>
    <w:p w14:paraId="1E46117A" w14:textId="7D1EB0B6" w:rsidR="00F24489" w:rsidRPr="000B1908" w:rsidRDefault="00F24489" w:rsidP="00F24489">
      <w:pPr>
        <w:pStyle w:val="Textbezslovn"/>
        <w:rPr>
          <w:b/>
        </w:rPr>
      </w:pPr>
      <w:r w:rsidRPr="00F24489">
        <w:rPr>
          <w:b/>
        </w:rPr>
        <w:t xml:space="preserve">Celková lhůta pro dokončení Díla činí celkem </w:t>
      </w:r>
      <w:r w:rsidR="004C1731">
        <w:rPr>
          <w:b/>
        </w:rPr>
        <w:t>66</w:t>
      </w:r>
      <w:r w:rsidRPr="000B1908">
        <w:rPr>
          <w:b/>
        </w:rPr>
        <w:t xml:space="preserve"> dnů ode Dne zahájení stavebních prací (dokladem prokazujícím, že Zhotovitel dokončil celé Dílo, je Předávací protokol dle odst. 10.4 Obchodních podmínek).</w:t>
      </w:r>
    </w:p>
    <w:p w14:paraId="011939F5" w14:textId="0D4ACD11" w:rsidR="00F24489" w:rsidRDefault="00F24489" w:rsidP="00F24489">
      <w:pPr>
        <w:pStyle w:val="Textbezslovn"/>
      </w:pPr>
      <w:r w:rsidRPr="000B1908">
        <w:t xml:space="preserve">Lhůta pro dokončení stavebních prací činí celkem </w:t>
      </w:r>
      <w:r w:rsidR="004C1731">
        <w:rPr>
          <w:b/>
        </w:rPr>
        <w:t>66</w:t>
      </w:r>
      <w:r w:rsidRPr="000B1908">
        <w:rPr>
          <w:b/>
        </w:rPr>
        <w:t xml:space="preserve"> dnů </w:t>
      </w:r>
      <w:r w:rsidRPr="000B1908">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C4DF793" w14:textId="77777777" w:rsidR="00A950E7" w:rsidRDefault="00F24489" w:rsidP="00D613D8">
      <w:pPr>
        <w:pStyle w:val="Text1-1"/>
      </w:pPr>
      <w:r w:rsidRPr="00F97DBD">
        <w:t xml:space="preserve">Místo plnění je dáno místem, v němž má být Dílo dle </w:t>
      </w:r>
      <w:r w:rsidR="00D42FE3">
        <w:t>Přílohy č. 2 b</w:t>
      </w:r>
      <w:r>
        <w:t xml:space="preserve">) této smlouvy </w:t>
      </w:r>
      <w:r w:rsidRPr="00F97DBD">
        <w:t>umístěno.</w:t>
      </w:r>
      <w:r>
        <w:t xml:space="preserve"> Smluvní strany se dohodly, že pro provádění Díla není s ohledem na jeho </w:t>
      </w:r>
    </w:p>
    <w:p w14:paraId="3FB9F467" w14:textId="77777777" w:rsidR="00A950E7" w:rsidRDefault="00A950E7" w:rsidP="00A950E7">
      <w:pPr>
        <w:pStyle w:val="Text1-1"/>
        <w:numPr>
          <w:ilvl w:val="0"/>
          <w:numId w:val="0"/>
        </w:numPr>
        <w:ind w:left="737"/>
      </w:pPr>
    </w:p>
    <w:p w14:paraId="106920CA" w14:textId="3F5BCC50" w:rsidR="00F24489" w:rsidRDefault="00F24489" w:rsidP="00A950E7">
      <w:pPr>
        <w:pStyle w:val="Text1-1"/>
        <w:numPr>
          <w:ilvl w:val="0"/>
          <w:numId w:val="0"/>
        </w:numPr>
        <w:ind w:left="737"/>
      </w:pPr>
      <w:r>
        <w:lastRenderedPageBreak/>
        <w:t xml:space="preserve">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w:t>
      </w:r>
      <w:r w:rsidRPr="00A339E5">
        <w:t xml:space="preserve">způsobem, který není aplikovatelný na Technickou specifikaci stavby s ohledem na její obsah, se toto ustanovení nepoužije. </w:t>
      </w:r>
    </w:p>
    <w:p w14:paraId="3B28718F" w14:textId="77777777" w:rsidR="00F24489" w:rsidRDefault="00214C3E" w:rsidP="00214C3E">
      <w:pPr>
        <w:pStyle w:val="Nadpis1-1"/>
      </w:pPr>
      <w:r w:rsidRPr="00214C3E">
        <w:t>ZÁRUKY, DALŠÍ USTANOVENÍ A ODLIŠNÁ USTANOVENÍ OD OBCHODNÍCH PODMÍNEK</w:t>
      </w:r>
    </w:p>
    <w:p w14:paraId="3F10C8E2" w14:textId="4FB3FDFB" w:rsidR="00214C3E" w:rsidRPr="00F1317C"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Pr="00F1317C">
        <w:t>.</w:t>
      </w:r>
      <w:r w:rsidR="00F1317C" w:rsidRPr="00F1317C">
        <w:t xml:space="preserve"> Části čl. 19.17 a 19.19 Obchodních podmínek týkající se nároků Objednatele z bankovní záruky za odstranění vad se taktéž nepoužijí.</w:t>
      </w:r>
    </w:p>
    <w:p w14:paraId="2B45A30D" w14:textId="7B179AB6" w:rsidR="00214C3E" w:rsidRPr="00A2210F" w:rsidRDefault="00214C3E" w:rsidP="00A2210F">
      <w:pPr>
        <w:pStyle w:val="Text1-1"/>
      </w:pPr>
      <w:r w:rsidRPr="00A2210F">
        <w:t>Při realizaci Díla nejsou plánovány výluky. Pokud z důvodů na straně Zhotovitele bude nutné výluku realizovat, dohodly se Smluvní strany, že na takovouto výluku se uplatní ustanovení  odst. 3.15 a v odst. 3.17 Obchodních podmínek.</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CA5CD76" w14:textId="1F27E17A" w:rsidR="00214C3E" w:rsidRDefault="00A90618" w:rsidP="00F177AA">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2F33A832" w:rsidR="00A1575E" w:rsidRPr="009A12BD" w:rsidRDefault="00A1575E" w:rsidP="00D16407">
      <w:pPr>
        <w:pStyle w:val="Odstavec1-1a"/>
      </w:pPr>
      <w:r w:rsidRPr="009A12BD">
        <w:t xml:space="preserve">hodnota provedených prací dle jednotlivých poddodavatelů/ členů koncernu specifikovaná dle jednotlivých poddodavatelů/ členů koncernu, a to jak v Kč, tak v %, včetně věcného rozsahu plnění (označení dle čísel a názvů </w:t>
      </w:r>
      <w:r w:rsidRPr="00F177AA">
        <w:t>jednotlivých PS</w:t>
      </w:r>
      <w:r w:rsidR="00F177AA" w:rsidRPr="009470A4">
        <w:t>,</w:t>
      </w:r>
      <w:r w:rsidRPr="009470A4">
        <w:t xml:space="preserve"> SO</w:t>
      </w:r>
      <w:r w:rsidR="00F177AA" w:rsidRPr="009470A4">
        <w:t xml:space="preserve"> a VRN</w:t>
      </w:r>
      <w:r w:rsidRPr="009470A4">
        <w:t>, případně jiným vhodným způsobem, nelze-li označit dle SO</w:t>
      </w:r>
      <w:r w:rsidR="00F177AA" w:rsidRPr="009470A4">
        <w:t>,</w:t>
      </w:r>
      <w:r w:rsidRPr="009470A4">
        <w:t xml:space="preserve"> PS</w:t>
      </w:r>
      <w:r w:rsidR="00F177AA" w:rsidRPr="009470A4">
        <w:t xml:space="preserve"> a VRN</w:t>
      </w:r>
      <w:r w:rsidRPr="009470A4">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3DA7F323"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F275FB3" w14:textId="77777777" w:rsidR="00A950E7" w:rsidRDefault="00A950E7" w:rsidP="00D16407">
      <w:pPr>
        <w:pStyle w:val="Textbezslovn"/>
      </w:pPr>
    </w:p>
    <w:p w14:paraId="2DF546E3" w14:textId="77777777" w:rsidR="00F64BB9" w:rsidRDefault="00F64BB9" w:rsidP="00F64BB9">
      <w:pPr>
        <w:pStyle w:val="Text1-1"/>
      </w:pPr>
      <w:proofErr w:type="spellStart"/>
      <w:r w:rsidRPr="00ED0187">
        <w:lastRenderedPageBreak/>
        <w:t>Compliance</w:t>
      </w:r>
      <w:proofErr w:type="spellEnd"/>
      <w:r w:rsidRPr="00ED0187">
        <w:t xml:space="preserve"> doložka a etické zásady</w:t>
      </w:r>
      <w:r>
        <w:t xml:space="preserve"> </w:t>
      </w:r>
    </w:p>
    <w:p w14:paraId="68379D95" w14:textId="35AD37C6" w:rsidR="009F3469" w:rsidRPr="003B5D13" w:rsidRDefault="00F64BB9" w:rsidP="00F64BB9">
      <w:pPr>
        <w:pStyle w:val="Text1-1"/>
        <w:numPr>
          <w:ilvl w:val="0"/>
          <w:numId w:val="0"/>
        </w:numPr>
        <w:ind w:left="737"/>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p>
    <w:p w14:paraId="77DE5BFD" w14:textId="77777777" w:rsid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5F3F89A" w14:textId="77777777" w:rsidR="00F64BB9" w:rsidRPr="00000EE5" w:rsidRDefault="00F64BB9" w:rsidP="00F64BB9">
      <w:pPr>
        <w:pStyle w:val="Text1-1"/>
        <w:rPr>
          <w:rFonts w:eastAsia="Times New Roman" w:cs="Times New Roman"/>
        </w:rPr>
      </w:pPr>
      <w:r>
        <w:t>Zásady při nakládání s podezřelými předměty</w:t>
      </w:r>
    </w:p>
    <w:p w14:paraId="7B94DCF2" w14:textId="77777777" w:rsidR="00F64BB9" w:rsidRDefault="00F64BB9" w:rsidP="00F64BB9">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C53D76" w14:textId="77777777" w:rsidR="00D613D8" w:rsidRDefault="0037173A" w:rsidP="0037173A">
      <w:pPr>
        <w:pStyle w:val="Text1-1"/>
      </w:pPr>
      <w:r w:rsidRPr="0037173A">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w:t>
      </w:r>
      <w:proofErr w:type="gramStart"/>
      <w:r w:rsidRPr="0037173A">
        <w:t>se</w:t>
      </w:r>
      <w:proofErr w:type="gramEnd"/>
      <w:r w:rsidRPr="0037173A">
        <w:t xml:space="preserve"> na </w:t>
      </w:r>
    </w:p>
    <w:p w14:paraId="64A12908" w14:textId="77777777" w:rsidR="00A950E7" w:rsidRDefault="00A950E7" w:rsidP="00D613D8">
      <w:pPr>
        <w:pStyle w:val="Text1-1"/>
        <w:numPr>
          <w:ilvl w:val="0"/>
          <w:numId w:val="0"/>
        </w:numPr>
        <w:ind w:left="737"/>
      </w:pPr>
    </w:p>
    <w:p w14:paraId="3FA7662C" w14:textId="77777777" w:rsidR="00A950E7" w:rsidRDefault="00A950E7" w:rsidP="00D613D8">
      <w:pPr>
        <w:pStyle w:val="Text1-1"/>
        <w:numPr>
          <w:ilvl w:val="0"/>
          <w:numId w:val="0"/>
        </w:numPr>
        <w:ind w:left="737"/>
      </w:pPr>
    </w:p>
    <w:p w14:paraId="6B944313" w14:textId="21E3EA7C" w:rsidR="0037173A" w:rsidRPr="0037173A" w:rsidRDefault="0037173A" w:rsidP="00D613D8">
      <w:pPr>
        <w:pStyle w:val="Text1-1"/>
        <w:numPr>
          <w:ilvl w:val="0"/>
          <w:numId w:val="0"/>
        </w:numPr>
        <w:ind w:left="737"/>
      </w:pPr>
      <w:r w:rsidRPr="0037173A">
        <w:t xml:space="preserve">plnění Díla </w:t>
      </w:r>
      <w:proofErr w:type="gramStart"/>
      <w:r w:rsidRPr="0037173A">
        <w:t>podílejí</w:t>
      </w:r>
      <w:proofErr w:type="gramEnd"/>
      <w:r w:rsidRPr="0037173A">
        <w:t xml:space="preserve">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10119C80"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38E7ECBE" w:rsidR="00BF26A0" w:rsidRPr="00BF26A0" w:rsidRDefault="00A950E7" w:rsidP="00A950E7">
      <w:pPr>
        <w:pStyle w:val="Text1-2"/>
        <w:numPr>
          <w:ilvl w:val="0"/>
          <w:numId w:val="0"/>
        </w:numPr>
        <w:tabs>
          <w:tab w:val="num" w:pos="2297"/>
        </w:tabs>
        <w:ind w:left="1474" w:hanging="765"/>
      </w:pPr>
      <w:r>
        <w:t xml:space="preserve">6.4.1    </w:t>
      </w:r>
      <w:r w:rsidR="0037173A">
        <w:t xml:space="preserve">Zhotovitel se zavazuje </w:t>
      </w:r>
      <w:r w:rsidR="0037173A" w:rsidRPr="00A950E7">
        <w:rPr>
          <w:rStyle w:val="Tun"/>
          <w:b w:val="0"/>
        </w:rPr>
        <w:t>zapojit do realizace Díla nejméně výše uvedený počet osob</w:t>
      </w:r>
      <w:r w:rsidR="0037173A">
        <w:rPr>
          <w:rStyle w:val="Tun"/>
        </w:rPr>
        <w:t xml:space="preserve"> </w:t>
      </w:r>
      <w:r w:rsidR="0037173A" w:rsidRPr="00A950E7">
        <w:rPr>
          <w:rStyle w:val="Tun"/>
          <w:b w:val="0"/>
        </w:rPr>
        <w:t>znevýhodněných na trhu práce. Pro účely této Smlouvy se má za to, že osoba znevýh</w:t>
      </w:r>
      <w:r w:rsidR="00F84619" w:rsidRPr="00A950E7">
        <w:rPr>
          <w:rStyle w:val="Tun"/>
          <w:b w:val="0"/>
        </w:rPr>
        <w:t>odněná</w:t>
      </w:r>
      <w:r w:rsidR="0037173A" w:rsidRPr="00A950E7">
        <w:rPr>
          <w:rStyle w:val="Tun"/>
          <w:b w:val="0"/>
        </w:rPr>
        <w:t xml:space="preserve"> na trhu práce je do realizace Díla zapojena, pokud je</w:t>
      </w:r>
      <w:r w:rsidR="00F84619" w:rsidRPr="00A950E7">
        <w:rPr>
          <w:rStyle w:val="Tun"/>
          <w:b w:val="0"/>
        </w:rPr>
        <w:t xml:space="preserve"> v</w:t>
      </w:r>
      <w:r w:rsidR="00BF26A0" w:rsidRPr="00A950E7">
        <w:rPr>
          <w:rStyle w:val="Tun"/>
          <w:b w:val="0"/>
        </w:rPr>
        <w:t xml:space="preserve"> zaměstnaneckém</w:t>
      </w:r>
      <w:r w:rsidR="0037173A" w:rsidRPr="00A950E7">
        <w:rPr>
          <w:rStyle w:val="Tun"/>
          <w:b w:val="0"/>
        </w:rPr>
        <w:t xml:space="preserve"> poměru ke Zhotoviteli </w:t>
      </w:r>
      <w:r w:rsidR="00F84619" w:rsidRPr="00A950E7">
        <w:rPr>
          <w:rStyle w:val="Tun"/>
          <w:b w:val="0"/>
        </w:rPr>
        <w:t xml:space="preserve">či jeho Poddodavateli a zároveň </w:t>
      </w:r>
      <w:r w:rsidR="0037173A" w:rsidRPr="00A950E7">
        <w:rPr>
          <w:rStyle w:val="Tun"/>
          <w:b w:val="0"/>
        </w:rPr>
        <w:t xml:space="preserve">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w:t>
      </w:r>
      <w:r w:rsidR="0037173A" w:rsidRPr="00A950E7">
        <w:rPr>
          <w:rStyle w:val="Tun"/>
          <w:b w:val="0"/>
        </w:rPr>
        <w:lastRenderedPageBreak/>
        <w:t xml:space="preserve">kdy je Zhotovitel nebo Poddodavatel jako zaměstnavatel povinen omluvit </w:t>
      </w:r>
      <w:r w:rsidR="0037173A">
        <w:rPr>
          <w:rStyle w:val="Tun"/>
          <w:b w:val="0"/>
        </w:rPr>
        <w:t>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w:t>
      </w:r>
      <w:proofErr w:type="gramStart"/>
      <w:r w:rsidR="00BF26A0" w:rsidRPr="00BF26A0">
        <w:t>Pro</w:t>
      </w:r>
      <w:proofErr w:type="gramEnd"/>
      <w:r w:rsidR="00BF26A0" w:rsidRPr="00BF26A0">
        <w:t xml:space="preserve"> výpočet fondu pracovních úkolů se nezohledňují pracovní dny v kalendářním měsíci, po </w:t>
      </w:r>
      <w:proofErr w:type="gramStart"/>
      <w:r w:rsidR="00BF26A0" w:rsidRPr="00BF26A0">
        <w:t>které:</w:t>
      </w:r>
      <w:proofErr w:type="gramEnd"/>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518B981C" w:rsidR="00BF26A0" w:rsidRPr="00BF26A0" w:rsidRDefault="0037173A" w:rsidP="00A950E7">
      <w:pPr>
        <w:pStyle w:val="Text1-2"/>
        <w:numPr>
          <w:ilvl w:val="2"/>
          <w:numId w:val="46"/>
        </w:numPr>
      </w:pPr>
      <w:r w:rsidRPr="00A950E7">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sidRPr="00A950E7">
        <w:rPr>
          <w:rStyle w:val="Tun"/>
          <w:b w:val="0"/>
        </w:rPr>
        <w:t xml:space="preserve"> </w:t>
      </w:r>
      <w:r w:rsidR="00BF26A0" w:rsidRPr="00BF26A0">
        <w:t xml:space="preserve">Závazný vzor evidence zapojení znevýhodněných osob, včetně závazného vzoru pracovního výkazu, tvoří Přílohy č. </w:t>
      </w:r>
      <w:r w:rsidR="00BF26A0" w:rsidRPr="006B0F8E">
        <w:t xml:space="preserve">12 a 13 </w:t>
      </w:r>
      <w:r w:rsidR="00BF26A0" w:rsidRPr="00BF26A0">
        <w:t>této Smlouvy.</w:t>
      </w:r>
    </w:p>
    <w:p w14:paraId="5FDC486A" w14:textId="77777777" w:rsidR="0037173A" w:rsidRDefault="0037173A" w:rsidP="0037173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7064EA" w14:textId="77777777" w:rsidR="005C65C4" w:rsidRDefault="005C65C4" w:rsidP="005C65C4">
      <w:pPr>
        <w:pStyle w:val="Nadpis1-1"/>
        <w:rPr>
          <w:lang w:eastAsia="cs-CZ"/>
        </w:rPr>
      </w:pPr>
      <w:r>
        <w:rPr>
          <w:lang w:eastAsia="cs-CZ"/>
        </w:rPr>
        <w:t>Střet zájmů, povinnosti Zhotovitele v souvislosti s MEZINÁRODNÍMI SANKCEMI</w:t>
      </w:r>
    </w:p>
    <w:p w14:paraId="45E8D47E" w14:textId="725379E7" w:rsidR="00A950E7" w:rsidRPr="0029677D" w:rsidRDefault="005C65C4" w:rsidP="00A950E7">
      <w:pPr>
        <w:pStyle w:val="Text1-1"/>
      </w:pPr>
      <w:proofErr w:type="gramStart"/>
      <w:r w:rsidRPr="007963B2">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7963B2">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w:t>
      </w:r>
      <w:r w:rsidR="007963B2">
        <w:t xml:space="preserve"> </w:t>
      </w:r>
      <w:r w:rsidRPr="0029677D">
        <w:lastRenderedPageBreak/>
        <w:t xml:space="preserve">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6EF9ACCC" w14:textId="77777777" w:rsidR="005C65C4" w:rsidRPr="0029677D" w:rsidRDefault="005C65C4" w:rsidP="005C65C4">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7B66FC07" w14:textId="77777777" w:rsidR="005C65C4" w:rsidRPr="0029677D" w:rsidRDefault="005C65C4" w:rsidP="005C65C4">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38DF845E" w14:textId="77777777" w:rsidR="005C65C4" w:rsidRPr="0029677D" w:rsidRDefault="005C65C4" w:rsidP="005C65C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E5CC4F" w14:textId="77777777" w:rsidR="005C65C4" w:rsidRPr="0029677D" w:rsidRDefault="005C65C4" w:rsidP="005C65C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7DBDB74" w14:textId="77777777" w:rsidR="005C65C4" w:rsidRPr="0029677D" w:rsidRDefault="005C65C4" w:rsidP="005C65C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4BB22CE" w14:textId="687EA237" w:rsidR="0057260F" w:rsidRPr="0029677D" w:rsidRDefault="005C65C4" w:rsidP="005C65C4">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w:t>
      </w:r>
      <w:r w:rsidRPr="009C52CD">
        <w:t>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0B247B" w14:textId="0BCC7682" w:rsidR="00D613D8"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3DEB213C" w14:textId="5DA63981" w:rsidR="00A950E7" w:rsidRDefault="00A950E7" w:rsidP="00A950E7">
      <w:pPr>
        <w:pStyle w:val="Text1-1"/>
        <w:numPr>
          <w:ilvl w:val="0"/>
          <w:numId w:val="0"/>
        </w:numPr>
        <w:ind w:left="737"/>
      </w:pPr>
    </w:p>
    <w:p w14:paraId="4CF8F8AF" w14:textId="77777777" w:rsidR="00A950E7" w:rsidRDefault="00A950E7" w:rsidP="00A950E7">
      <w:pPr>
        <w:pStyle w:val="Text1-1"/>
        <w:numPr>
          <w:ilvl w:val="0"/>
          <w:numId w:val="0"/>
        </w:numPr>
        <w:ind w:left="737"/>
      </w:pP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3295F2BD" w:rsidR="00DE769D" w:rsidRDefault="00DE769D" w:rsidP="00DE769D">
      <w:pPr>
        <w:pStyle w:val="Text1-1"/>
      </w:pPr>
      <w:r>
        <w:t xml:space="preserve">Tato Smlouva je vyhotovena ve </w:t>
      </w:r>
      <w:r w:rsidRPr="008F7242">
        <w:rPr>
          <w:rStyle w:val="Tun"/>
          <w:highlight w:val="yellow"/>
        </w:rPr>
        <w:t>"[VLOŽÍ ZHOTOVITEL]"</w:t>
      </w:r>
      <w:r>
        <w:t xml:space="preserve"> vyhotoveních, z nichž Objednatel obdrží </w:t>
      </w:r>
      <w:r w:rsidR="00612DFE" w:rsidRPr="00612DFE">
        <w:rPr>
          <w:b/>
        </w:rPr>
        <w:t>2</w:t>
      </w:r>
      <w:r>
        <w:t xml:space="preserve"> vyhotovení a Zhotovitel obdrží </w:t>
      </w:r>
      <w:r w:rsidRPr="008F7242">
        <w:rPr>
          <w:rStyle w:val="Tun"/>
          <w:highlight w:val="yellow"/>
        </w:rPr>
        <w:t>"[VLOŽÍ ZHOTOVITEL]"</w:t>
      </w:r>
      <w:r>
        <w:t xml:space="preserve"> vyhotovení.</w:t>
      </w:r>
    </w:p>
    <w:p w14:paraId="03D50BA6" w14:textId="689FA18B" w:rsidR="00214C3E"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4F055359" w14:textId="628DEBA8" w:rsidR="00A950E7" w:rsidRDefault="00A950E7" w:rsidP="00312ED6">
      <w:pPr>
        <w:pStyle w:val="Text1-1"/>
        <w:numPr>
          <w:ilvl w:val="0"/>
          <w:numId w:val="0"/>
        </w:numPr>
        <w:ind w:left="737"/>
      </w:pPr>
    </w:p>
    <w:p w14:paraId="799673F4" w14:textId="754D42FB" w:rsidR="00A950E7" w:rsidRDefault="00A950E7" w:rsidP="00312ED6">
      <w:pPr>
        <w:pStyle w:val="Text1-1"/>
        <w:numPr>
          <w:ilvl w:val="0"/>
          <w:numId w:val="0"/>
        </w:numPr>
        <w:ind w:left="737"/>
      </w:pPr>
    </w:p>
    <w:p w14:paraId="300FA0C1" w14:textId="77777777" w:rsidR="00A950E7" w:rsidRPr="00516813" w:rsidRDefault="00A950E7" w:rsidP="00312ED6">
      <w:pPr>
        <w:pStyle w:val="Text1-1"/>
        <w:numPr>
          <w:ilvl w:val="0"/>
          <w:numId w:val="0"/>
        </w:numPr>
        <w:ind w:left="737"/>
      </w:pPr>
      <w:bookmarkStart w:id="0" w:name="_GoBack"/>
      <w:bookmarkEnd w:id="0"/>
    </w:p>
    <w:p w14:paraId="648B1B64" w14:textId="6E4EAD4D" w:rsidR="00D613D8" w:rsidRDefault="00214C3E" w:rsidP="00D613D8">
      <w:pPr>
        <w:pStyle w:val="Text1-1"/>
        <w:spacing w:after="0"/>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w:t>
      </w:r>
    </w:p>
    <w:p w14:paraId="1F2C86B8" w14:textId="44A55090" w:rsidR="00214C3E" w:rsidRPr="00516813" w:rsidRDefault="00214C3E" w:rsidP="00D613D8">
      <w:pPr>
        <w:pStyle w:val="Text1-1"/>
        <w:numPr>
          <w:ilvl w:val="0"/>
          <w:numId w:val="0"/>
        </w:numPr>
        <w:ind w:left="737"/>
      </w:pPr>
      <w:r w:rsidRPr="00516813">
        <w:t>občanský zákoník, ve znění pozdějších předpisů (dále jen „obchodní tajemství“), a že se nejedná ani o informace, které nemohou být v registru smluv uveřejněny na základě ustanovení § 3 odst. 1 ZRS.</w:t>
      </w:r>
    </w:p>
    <w:p w14:paraId="17F9144A" w14:textId="77777777" w:rsidR="006B2E24" w:rsidRPr="00516813" w:rsidRDefault="00214C3E" w:rsidP="006B2E24">
      <w:pPr>
        <w:pStyle w:val="Text1-1"/>
        <w:numPr>
          <w:ilvl w:val="1"/>
          <w:numId w:val="9"/>
        </w:numPr>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r w:rsidR="006B2E24" w:rsidRPr="00516813">
        <w:t>naplňovat znaky obchodního tajemství.</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1"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878" w:type="pct"/>
          </w:tcPr>
          <w:p w14:paraId="790AA439" w14:textId="08173C96" w:rsidR="00214C3E" w:rsidRPr="00F97DBD" w:rsidRDefault="00214C3E" w:rsidP="005C65C4">
            <w:pPr>
              <w:pStyle w:val="Textbezslovn"/>
              <w:spacing w:after="0" w:line="276" w:lineRule="auto"/>
              <w:jc w:val="left"/>
            </w:pPr>
            <w:r w:rsidRPr="00F97DBD">
              <w:t xml:space="preserve">Obchodní podmínky </w:t>
            </w:r>
            <w:r w:rsidR="0017293A">
              <w:t>(OP</w:t>
            </w:r>
            <w:r w:rsidR="006C5D9A">
              <w:t>OŘ</w:t>
            </w:r>
            <w:r w:rsidR="0017293A">
              <w:t>/</w:t>
            </w:r>
            <w:r w:rsidR="006C5D9A">
              <w:t>S/S/1/</w:t>
            </w:r>
            <w:r w:rsidR="0040747D">
              <w:t>23</w:t>
            </w:r>
            <w:r w:rsidR="0017293A">
              <w:t>)</w:t>
            </w:r>
          </w:p>
        </w:tc>
      </w:tr>
      <w:bookmarkStart w:id="2"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6CB45CE0" w14:textId="1F0A38F1" w:rsidR="00214C3E" w:rsidRPr="00F97DBD" w:rsidRDefault="00240135" w:rsidP="007B7E64">
            <w:pPr>
              <w:pStyle w:val="Textbezslovn"/>
              <w:spacing w:after="0" w:line="480" w:lineRule="auto"/>
            </w:pPr>
            <w:r>
              <w:t>b</w:t>
            </w:r>
            <w:r w:rsidR="00214C3E" w:rsidRPr="00F97DBD">
              <w:t>) Zvláštní technické podmínky</w:t>
            </w:r>
            <w:r w:rsidR="006C5D9A">
              <w:t xml:space="preserve"> </w:t>
            </w:r>
          </w:p>
        </w:tc>
      </w:tr>
      <w:bookmarkStart w:id="3"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4"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5"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6"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7"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A950E7"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4FDA65DB" w14:textId="77777777" w:rsidR="00D613D8" w:rsidRDefault="00D613D8" w:rsidP="007B7E64">
            <w:pPr>
              <w:pStyle w:val="Textbezslovn"/>
              <w:spacing w:after="0" w:line="40" w:lineRule="atLeast"/>
              <w:rPr>
                <w:u w:val="single"/>
              </w:rPr>
            </w:pPr>
          </w:p>
          <w:p w14:paraId="1337434A" w14:textId="77777777" w:rsidR="00D613D8" w:rsidRDefault="00D613D8" w:rsidP="007B7E64">
            <w:pPr>
              <w:pStyle w:val="Textbezslovn"/>
              <w:spacing w:after="0" w:line="40" w:lineRule="atLeast"/>
              <w:rPr>
                <w:u w:val="single"/>
              </w:rPr>
            </w:pPr>
          </w:p>
          <w:p w14:paraId="254A4802" w14:textId="77777777" w:rsidR="00D613D8" w:rsidRDefault="00D613D8" w:rsidP="007B7E64">
            <w:pPr>
              <w:pStyle w:val="Textbezslovn"/>
              <w:spacing w:after="0" w:line="40" w:lineRule="atLeast"/>
              <w:rPr>
                <w:u w:val="single"/>
              </w:rPr>
            </w:pPr>
          </w:p>
          <w:p w14:paraId="1ABFA5A4" w14:textId="183E337F" w:rsidR="0033712B" w:rsidRDefault="0033712B" w:rsidP="007B7E64">
            <w:pPr>
              <w:pStyle w:val="Textbezslovn"/>
              <w:spacing w:after="0" w:line="40" w:lineRule="atLeast"/>
              <w:rPr>
                <w:u w:val="single"/>
              </w:rPr>
            </w:pPr>
            <w:r>
              <w:rPr>
                <w:u w:val="single"/>
              </w:rPr>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7081508C" w14:textId="77777777" w:rsidR="00D613D8" w:rsidRDefault="00D613D8" w:rsidP="007B7E64">
            <w:pPr>
              <w:pStyle w:val="Textbezslovn"/>
              <w:spacing w:after="0" w:line="40" w:lineRule="atLeast"/>
              <w:jc w:val="left"/>
            </w:pPr>
          </w:p>
          <w:p w14:paraId="1B6AF376" w14:textId="77777777" w:rsidR="00D613D8" w:rsidRDefault="00D613D8" w:rsidP="007B7E64">
            <w:pPr>
              <w:pStyle w:val="Textbezslovn"/>
              <w:spacing w:after="0" w:line="40" w:lineRule="atLeast"/>
              <w:jc w:val="left"/>
            </w:pPr>
          </w:p>
          <w:p w14:paraId="02F51232" w14:textId="77777777" w:rsidR="00D613D8" w:rsidRDefault="00D613D8" w:rsidP="007B7E64">
            <w:pPr>
              <w:pStyle w:val="Textbezslovn"/>
              <w:spacing w:after="0" w:line="40" w:lineRule="atLeast"/>
              <w:jc w:val="left"/>
            </w:pPr>
          </w:p>
          <w:p w14:paraId="3EA6624B" w14:textId="491D4536" w:rsidR="007B7E64" w:rsidRPr="007B7E64" w:rsidRDefault="0033712B" w:rsidP="007B7E64">
            <w:pPr>
              <w:pStyle w:val="Textbezslovn"/>
              <w:spacing w:after="0" w:line="40" w:lineRule="atLeast"/>
              <w:jc w:val="left"/>
            </w:pPr>
            <w:r w:rsidRPr="007B7E64">
              <w:t>Závazný vzor pracovního výkazu zapojené osoby</w:t>
            </w:r>
          </w:p>
          <w:p w14:paraId="5E82DB01" w14:textId="77777777" w:rsidR="007B7E64" w:rsidRDefault="007B7E64" w:rsidP="007B7E64">
            <w:pPr>
              <w:pStyle w:val="Textbezslovn"/>
              <w:spacing w:after="0" w:line="40" w:lineRule="atLeast"/>
              <w:jc w:val="left"/>
              <w:rPr>
                <w:u w:val="single"/>
              </w:rPr>
            </w:pPr>
          </w:p>
          <w:p w14:paraId="5B8A65B5" w14:textId="1165F224" w:rsidR="0033712B" w:rsidRPr="007B7E64" w:rsidRDefault="0033712B" w:rsidP="007B7E64">
            <w:pPr>
              <w:pStyle w:val="Textbezslovn"/>
              <w:spacing w:after="0" w:line="40" w:lineRule="atLeast"/>
              <w:ind w:left="741"/>
            </w:pPr>
            <w:r w:rsidRPr="007B7E64">
              <w:t>Analýza nebezpečí a hodnocení rizik</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1"/>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380C5A1D"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w:t>
      </w:r>
      <w:r w:rsidR="00E463D2" w:rsidRPr="009470A4">
        <w:rPr>
          <w:b/>
        </w:rPr>
        <w:t xml:space="preserve">dle </w:t>
      </w:r>
      <w:r w:rsidR="00A40CD0" w:rsidRPr="009470A4">
        <w:rPr>
          <w:b/>
        </w:rPr>
        <w:t xml:space="preserve">objektů </w:t>
      </w:r>
      <w:r w:rsidR="00E463D2" w:rsidRPr="009470A4">
        <w:rPr>
          <w:b/>
        </w:rPr>
        <w:t xml:space="preserve">stavebních </w:t>
      </w:r>
      <w:r w:rsidR="00A40CD0" w:rsidRPr="009470A4">
        <w:rPr>
          <w:b/>
        </w:rPr>
        <w:t xml:space="preserve">částí </w:t>
      </w:r>
      <w:r w:rsidR="00E463D2" w:rsidRPr="009470A4">
        <w:rPr>
          <w:b/>
        </w:rPr>
        <w:t>(SO</w:t>
      </w:r>
      <w:r w:rsidR="0073627C" w:rsidRPr="009470A4">
        <w:rPr>
          <w:b/>
        </w:rPr>
        <w:t xml:space="preserve"> 01</w:t>
      </w:r>
      <w:r w:rsidR="00E463D2" w:rsidRPr="009470A4">
        <w:rPr>
          <w:b/>
        </w:rPr>
        <w:t>)</w:t>
      </w:r>
      <w:r w:rsidR="0073627C" w:rsidRPr="009470A4">
        <w:rPr>
          <w:b/>
        </w:rPr>
        <w:t>,</w:t>
      </w:r>
      <w:r w:rsidR="00E463D2" w:rsidRPr="009470A4">
        <w:rPr>
          <w:b/>
        </w:rPr>
        <w:t xml:space="preserve"> </w:t>
      </w:r>
      <w:r w:rsidR="00A40CD0" w:rsidRPr="009470A4">
        <w:rPr>
          <w:b/>
        </w:rPr>
        <w:t xml:space="preserve">objektů </w:t>
      </w:r>
      <w:r w:rsidR="00E463D2" w:rsidRPr="009470A4">
        <w:rPr>
          <w:b/>
        </w:rPr>
        <w:t xml:space="preserve">provozních </w:t>
      </w:r>
      <w:r w:rsidR="00AF2098" w:rsidRPr="009470A4">
        <w:rPr>
          <w:b/>
        </w:rPr>
        <w:t xml:space="preserve">souborů </w:t>
      </w:r>
      <w:r w:rsidR="00E463D2" w:rsidRPr="009470A4">
        <w:rPr>
          <w:b/>
        </w:rPr>
        <w:t>(PS</w:t>
      </w:r>
      <w:r w:rsidR="0073627C" w:rsidRPr="009470A4">
        <w:rPr>
          <w:b/>
        </w:rPr>
        <w:t xml:space="preserve"> 01</w:t>
      </w:r>
      <w:r w:rsidR="00E463D2" w:rsidRPr="009470A4">
        <w:rPr>
          <w:b/>
        </w:rPr>
        <w:t>)</w:t>
      </w:r>
      <w:r w:rsidR="0073627C" w:rsidRPr="009470A4">
        <w:rPr>
          <w:b/>
        </w:rPr>
        <w:t xml:space="preserve"> a VRN</w:t>
      </w:r>
      <w:r w:rsidR="00E463D2" w:rsidRPr="009470A4">
        <w:rPr>
          <w:b/>
        </w:rPr>
        <w:t>:</w:t>
      </w:r>
    </w:p>
    <w:p w14:paraId="339D6728" w14:textId="77777777" w:rsidR="00E519F6" w:rsidRDefault="00E519F6" w:rsidP="00D16407">
      <w:pPr>
        <w:pStyle w:val="Odrka1-1"/>
        <w:numPr>
          <w:ilvl w:val="0"/>
          <w:numId w:val="0"/>
        </w:numPr>
        <w:ind w:left="737"/>
      </w:pPr>
    </w:p>
    <w:p w14:paraId="50F50D12" w14:textId="1A122F7B" w:rsidR="00E463D2" w:rsidRPr="00046006" w:rsidRDefault="00046006" w:rsidP="00046006">
      <w:pPr>
        <w:pStyle w:val="Textbezodsazen"/>
      </w:pPr>
      <w:r w:rsidRPr="00F762A8">
        <w:rPr>
          <w:highlight w:val="yellow"/>
        </w:rPr>
        <w:t>[</w:t>
      </w:r>
      <w:r w:rsidR="00E519F6" w:rsidRPr="00046006">
        <w:rPr>
          <w:highlight w:val="yellow"/>
        </w:rPr>
        <w:t>Do přílohy Smlouvy bude vložen Položkový soupis prací s výkazem výměr předložený v nabídce účastníka</w:t>
      </w:r>
      <w:r w:rsidR="00E463D2" w:rsidRPr="00046006">
        <w:rPr>
          <w:highlight w:val="yellow"/>
        </w:rPr>
        <w:t>.</w:t>
      </w:r>
      <w:r w:rsidR="00E463D2" w:rsidRPr="00F97DBD">
        <w:t xml:space="preserve"> </w:t>
      </w:r>
      <w:r w:rsidRPr="00F762A8">
        <w:rPr>
          <w:highlight w:val="yellow"/>
        </w:rPr>
        <w:t>]</w:t>
      </w:r>
    </w:p>
    <w:p w14:paraId="24F726D0" w14:textId="64B4C9E1" w:rsidR="00E463D2" w:rsidRPr="00F97DBD" w:rsidRDefault="00E463D2" w:rsidP="00D16407">
      <w:pPr>
        <w:pStyle w:val="Odrka1-1"/>
        <w:numPr>
          <w:ilvl w:val="0"/>
          <w:numId w:val="0"/>
        </w:numPr>
        <w:ind w:left="737"/>
        <w:rPr>
          <w:b/>
          <w:bCs/>
        </w:rPr>
      </w:pPr>
    </w:p>
    <w:p w14:paraId="3898C2D8"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16955FE9" w:rsidR="00502690" w:rsidRDefault="00502690" w:rsidP="00F762A8">
      <w:pPr>
        <w:pStyle w:val="Nadpisbezsl1-2"/>
      </w:pPr>
      <w:r>
        <w:t>Oprávněné osoby</w:t>
      </w:r>
    </w:p>
    <w:p w14:paraId="7B8D2E28" w14:textId="77777777" w:rsidR="004C453F" w:rsidRPr="00B26902" w:rsidRDefault="004C453F" w:rsidP="00F762A8">
      <w:pPr>
        <w:pStyle w:val="Nadpisbezsl1-2"/>
      </w:pPr>
    </w:p>
    <w:p w14:paraId="72D0EEB9" w14:textId="395CAE31" w:rsidR="00ED29F1" w:rsidRDefault="00ED29F1" w:rsidP="00502690">
      <w:pPr>
        <w:pStyle w:val="Textbezodsazen"/>
        <w:rPr>
          <w:b/>
        </w:rPr>
      </w:pPr>
      <w:r>
        <w:rPr>
          <w:b/>
        </w:rPr>
        <w:t>Za Ob</w:t>
      </w:r>
      <w:r w:rsidRPr="00ED29F1">
        <w:rPr>
          <w:b/>
        </w:rPr>
        <w:t>jednatele:</w:t>
      </w:r>
    </w:p>
    <w:p w14:paraId="33935E20" w14:textId="77777777" w:rsidR="004C453F" w:rsidRDefault="004C453F" w:rsidP="00502690">
      <w:pPr>
        <w:pStyle w:val="Textbezodsazen"/>
        <w:rPr>
          <w:b/>
        </w:rPr>
      </w:pP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E6C17"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CE6C17" w:rsidRPr="00F95FBD" w:rsidRDefault="00CE6C17" w:rsidP="00CE6C17">
            <w:pPr>
              <w:pStyle w:val="Tabulka"/>
              <w:rPr>
                <w:rStyle w:val="Nadpisvtabulce"/>
                <w:b w:val="0"/>
              </w:rPr>
            </w:pPr>
            <w:r w:rsidRPr="00F95FBD">
              <w:rPr>
                <w:rStyle w:val="Nadpisvtabulce"/>
                <w:b w:val="0"/>
              </w:rPr>
              <w:t>Jméno a příjmení</w:t>
            </w:r>
          </w:p>
        </w:tc>
        <w:tc>
          <w:tcPr>
            <w:tcW w:w="5812" w:type="dxa"/>
          </w:tcPr>
          <w:p w14:paraId="0EB91CE9" w14:textId="75CF1841" w:rsidR="00CE6C17" w:rsidRPr="00CE6C17" w:rsidRDefault="00CE6C17" w:rsidP="00CE6C17">
            <w:pPr>
              <w:pStyle w:val="Tabulka"/>
              <w:cnfStyle w:val="100000000000" w:firstRow="1" w:lastRow="0" w:firstColumn="0" w:lastColumn="0" w:oddVBand="0" w:evenVBand="0" w:oddHBand="0" w:evenHBand="0" w:firstRowFirstColumn="0" w:firstRowLastColumn="0" w:lastRowFirstColumn="0" w:lastRowLastColumn="0"/>
              <w:rPr>
                <w:sz w:val="18"/>
              </w:rPr>
            </w:pPr>
            <w:r w:rsidRPr="00CE6C17">
              <w:rPr>
                <w:sz w:val="18"/>
              </w:rPr>
              <w:t xml:space="preserve">Ing. Vojtěch </w:t>
            </w:r>
            <w:proofErr w:type="spellStart"/>
            <w:r w:rsidRPr="00CE6C17">
              <w:rPr>
                <w:sz w:val="18"/>
              </w:rPr>
              <w:t>Krameš</w:t>
            </w:r>
            <w:proofErr w:type="spellEnd"/>
          </w:p>
        </w:tc>
      </w:tr>
      <w:tr w:rsidR="00CE6C17"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CE6C17" w:rsidRPr="00F95FBD" w:rsidRDefault="00CE6C17" w:rsidP="00CE6C17">
            <w:pPr>
              <w:pStyle w:val="Tabulka"/>
              <w:rPr>
                <w:sz w:val="18"/>
              </w:rPr>
            </w:pPr>
            <w:r w:rsidRPr="00F95FBD">
              <w:rPr>
                <w:sz w:val="18"/>
              </w:rPr>
              <w:t>Adresa</w:t>
            </w:r>
          </w:p>
        </w:tc>
        <w:tc>
          <w:tcPr>
            <w:tcW w:w="5812" w:type="dxa"/>
          </w:tcPr>
          <w:p w14:paraId="6B099430" w14:textId="201EF578" w:rsidR="00CE6C17" w:rsidRPr="00CE6C17" w:rsidRDefault="00CE6C17" w:rsidP="00CE6C17">
            <w:pPr>
              <w:pStyle w:val="Tabulka"/>
              <w:cnfStyle w:val="000000000000" w:firstRow="0" w:lastRow="0" w:firstColumn="0" w:lastColumn="0" w:oddVBand="0" w:evenVBand="0" w:oddHBand="0" w:evenHBand="0" w:firstRowFirstColumn="0" w:firstRowLastColumn="0" w:lastRowFirstColumn="0" w:lastRowLastColumn="0"/>
              <w:rPr>
                <w:sz w:val="18"/>
              </w:rPr>
            </w:pPr>
            <w:r w:rsidRPr="00CE6C17">
              <w:rPr>
                <w:sz w:val="18"/>
              </w:rPr>
              <w:t>Palackého 1768, 288 02 Nymburk</w:t>
            </w:r>
          </w:p>
        </w:tc>
      </w:tr>
      <w:tr w:rsidR="00CE6C17"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CE6C17" w:rsidRPr="00F95FBD" w:rsidRDefault="00CE6C17" w:rsidP="00CE6C17">
            <w:pPr>
              <w:pStyle w:val="Tabulka"/>
              <w:rPr>
                <w:sz w:val="18"/>
              </w:rPr>
            </w:pPr>
            <w:r w:rsidRPr="00F95FBD">
              <w:rPr>
                <w:sz w:val="18"/>
              </w:rPr>
              <w:t>E-mail</w:t>
            </w:r>
          </w:p>
        </w:tc>
        <w:tc>
          <w:tcPr>
            <w:tcW w:w="5812" w:type="dxa"/>
          </w:tcPr>
          <w:p w14:paraId="0A8DCB2F" w14:textId="63C87867" w:rsidR="00CE6C17" w:rsidRPr="00CE6C17" w:rsidRDefault="00CE6C17" w:rsidP="00CE6C17">
            <w:pPr>
              <w:pStyle w:val="Tabulka"/>
              <w:cnfStyle w:val="000000000000" w:firstRow="0" w:lastRow="0" w:firstColumn="0" w:lastColumn="0" w:oddVBand="0" w:evenVBand="0" w:oddHBand="0" w:evenHBand="0" w:firstRowFirstColumn="0" w:firstRowLastColumn="0" w:lastRowFirstColumn="0" w:lastRowLastColumn="0"/>
              <w:rPr>
                <w:sz w:val="18"/>
              </w:rPr>
            </w:pPr>
            <w:r w:rsidRPr="00CE6C17">
              <w:rPr>
                <w:sz w:val="18"/>
              </w:rPr>
              <w:t>Krames@spravazeleznic.cz</w:t>
            </w:r>
          </w:p>
        </w:tc>
      </w:tr>
      <w:tr w:rsidR="00CE6C17"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CE6C17" w:rsidRPr="00F95FBD" w:rsidRDefault="00CE6C17" w:rsidP="00CE6C17">
            <w:pPr>
              <w:pStyle w:val="Tabulka"/>
              <w:rPr>
                <w:sz w:val="18"/>
              </w:rPr>
            </w:pPr>
            <w:r w:rsidRPr="00F95FBD">
              <w:rPr>
                <w:sz w:val="18"/>
              </w:rPr>
              <w:t>Telefon</w:t>
            </w:r>
          </w:p>
        </w:tc>
        <w:tc>
          <w:tcPr>
            <w:tcW w:w="5812" w:type="dxa"/>
          </w:tcPr>
          <w:p w14:paraId="4B5D3079" w14:textId="0D53178D" w:rsidR="00CE6C17" w:rsidRPr="00CE6C17" w:rsidRDefault="00CE6C17" w:rsidP="00CE6C17">
            <w:pPr>
              <w:pStyle w:val="Tabulka"/>
              <w:cnfStyle w:val="000000000000" w:firstRow="0" w:lastRow="0" w:firstColumn="0" w:lastColumn="0" w:oddVBand="0" w:evenVBand="0" w:oddHBand="0" w:evenHBand="0" w:firstRowFirstColumn="0" w:firstRowLastColumn="0" w:lastRowFirstColumn="0" w:lastRowLastColumn="0"/>
              <w:rPr>
                <w:sz w:val="18"/>
              </w:rPr>
            </w:pPr>
            <w:r w:rsidRPr="00CE6C17">
              <w:rPr>
                <w:sz w:val="18"/>
              </w:rPr>
              <w:t>606 754 712</w:t>
            </w:r>
          </w:p>
        </w:tc>
      </w:tr>
    </w:tbl>
    <w:p w14:paraId="577460D7" w14:textId="77777777" w:rsidR="00ED29F1" w:rsidRPr="00F95FBD" w:rsidRDefault="00ED29F1" w:rsidP="00ED29F1">
      <w:pPr>
        <w:pStyle w:val="Textbezodsazen"/>
      </w:pPr>
    </w:p>
    <w:p w14:paraId="26B4006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CE6C17"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CE6C17" w:rsidRPr="00F95FBD" w:rsidRDefault="00CE6C17" w:rsidP="00CE6C17">
            <w:pPr>
              <w:pStyle w:val="Tabulka"/>
              <w:rPr>
                <w:rStyle w:val="Nadpisvtabulce"/>
                <w:b w:val="0"/>
              </w:rPr>
            </w:pPr>
            <w:r w:rsidRPr="00F95FBD">
              <w:rPr>
                <w:rStyle w:val="Nadpisvtabulce"/>
                <w:b w:val="0"/>
              </w:rPr>
              <w:t>Jméno a příjmení</w:t>
            </w:r>
          </w:p>
        </w:tc>
        <w:tc>
          <w:tcPr>
            <w:tcW w:w="5812" w:type="dxa"/>
          </w:tcPr>
          <w:p w14:paraId="736102C7" w14:textId="074380DA" w:rsidR="00CE6C17" w:rsidRPr="00CE6C17" w:rsidRDefault="00CE6C17" w:rsidP="00CE6C17">
            <w:pPr>
              <w:pStyle w:val="Tabulka"/>
              <w:cnfStyle w:val="100000000000" w:firstRow="1" w:lastRow="0" w:firstColumn="0" w:lastColumn="0" w:oddVBand="0" w:evenVBand="0" w:oddHBand="0" w:evenHBand="0" w:firstRowFirstColumn="0" w:firstRowLastColumn="0" w:lastRowFirstColumn="0" w:lastRowLastColumn="0"/>
              <w:rPr>
                <w:sz w:val="18"/>
              </w:rPr>
            </w:pPr>
            <w:r w:rsidRPr="00CE6C17">
              <w:rPr>
                <w:sz w:val="18"/>
              </w:rPr>
              <w:t xml:space="preserve">Ing. Vojtěch </w:t>
            </w:r>
            <w:proofErr w:type="spellStart"/>
            <w:r w:rsidRPr="00CE6C17">
              <w:rPr>
                <w:sz w:val="18"/>
              </w:rPr>
              <w:t>Krameš</w:t>
            </w:r>
            <w:proofErr w:type="spellEnd"/>
          </w:p>
        </w:tc>
      </w:tr>
      <w:tr w:rsidR="00CE6C17"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CE6C17" w:rsidRPr="00F95FBD" w:rsidRDefault="00CE6C17" w:rsidP="00CE6C17">
            <w:pPr>
              <w:pStyle w:val="Tabulka"/>
              <w:rPr>
                <w:sz w:val="18"/>
              </w:rPr>
            </w:pPr>
            <w:r w:rsidRPr="00F95FBD">
              <w:rPr>
                <w:sz w:val="18"/>
              </w:rPr>
              <w:t>Adresa</w:t>
            </w:r>
          </w:p>
        </w:tc>
        <w:tc>
          <w:tcPr>
            <w:tcW w:w="5812" w:type="dxa"/>
          </w:tcPr>
          <w:p w14:paraId="5137FAEE" w14:textId="41544FCD" w:rsidR="00CE6C17" w:rsidRPr="00CE6C17" w:rsidRDefault="00CE6C17" w:rsidP="00CE6C17">
            <w:pPr>
              <w:pStyle w:val="Tabulka"/>
              <w:cnfStyle w:val="000000000000" w:firstRow="0" w:lastRow="0" w:firstColumn="0" w:lastColumn="0" w:oddVBand="0" w:evenVBand="0" w:oddHBand="0" w:evenHBand="0" w:firstRowFirstColumn="0" w:firstRowLastColumn="0" w:lastRowFirstColumn="0" w:lastRowLastColumn="0"/>
              <w:rPr>
                <w:sz w:val="18"/>
              </w:rPr>
            </w:pPr>
            <w:r w:rsidRPr="00CE6C17">
              <w:rPr>
                <w:sz w:val="18"/>
              </w:rPr>
              <w:t>Palackého 1768, 288 02 Nymburk</w:t>
            </w:r>
          </w:p>
        </w:tc>
      </w:tr>
      <w:tr w:rsidR="00CE6C17"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CE6C17" w:rsidRPr="00F95FBD" w:rsidRDefault="00CE6C17" w:rsidP="00CE6C17">
            <w:pPr>
              <w:pStyle w:val="Tabulka"/>
              <w:rPr>
                <w:sz w:val="18"/>
              </w:rPr>
            </w:pPr>
            <w:r w:rsidRPr="00F95FBD">
              <w:rPr>
                <w:sz w:val="18"/>
              </w:rPr>
              <w:t>E-mail</w:t>
            </w:r>
          </w:p>
        </w:tc>
        <w:tc>
          <w:tcPr>
            <w:tcW w:w="5812" w:type="dxa"/>
          </w:tcPr>
          <w:p w14:paraId="6C72843F" w14:textId="6C7CBB77" w:rsidR="00CE6C17" w:rsidRPr="00CE6C17" w:rsidRDefault="00CE6C17" w:rsidP="00CE6C17">
            <w:pPr>
              <w:pStyle w:val="Tabulka"/>
              <w:cnfStyle w:val="000000000000" w:firstRow="0" w:lastRow="0" w:firstColumn="0" w:lastColumn="0" w:oddVBand="0" w:evenVBand="0" w:oddHBand="0" w:evenHBand="0" w:firstRowFirstColumn="0" w:firstRowLastColumn="0" w:lastRowFirstColumn="0" w:lastRowLastColumn="0"/>
              <w:rPr>
                <w:sz w:val="18"/>
              </w:rPr>
            </w:pPr>
            <w:r w:rsidRPr="00CE6C17">
              <w:rPr>
                <w:sz w:val="18"/>
              </w:rPr>
              <w:t>Krames@spravazeleznic.cz</w:t>
            </w:r>
          </w:p>
        </w:tc>
      </w:tr>
      <w:tr w:rsidR="00CE6C17"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CE6C17" w:rsidRPr="00F95FBD" w:rsidRDefault="00CE6C17" w:rsidP="00CE6C17">
            <w:pPr>
              <w:pStyle w:val="Tabulka"/>
              <w:rPr>
                <w:sz w:val="18"/>
              </w:rPr>
            </w:pPr>
            <w:r w:rsidRPr="00F95FBD">
              <w:rPr>
                <w:sz w:val="18"/>
              </w:rPr>
              <w:t>Telefon</w:t>
            </w:r>
          </w:p>
        </w:tc>
        <w:tc>
          <w:tcPr>
            <w:tcW w:w="5812" w:type="dxa"/>
          </w:tcPr>
          <w:p w14:paraId="2617AC96" w14:textId="4EB96D01" w:rsidR="00CE6C17" w:rsidRPr="00CE6C17" w:rsidRDefault="00CE6C17" w:rsidP="00CE6C17">
            <w:pPr>
              <w:pStyle w:val="Tabulka"/>
              <w:cnfStyle w:val="000000000000" w:firstRow="0" w:lastRow="0" w:firstColumn="0" w:lastColumn="0" w:oddVBand="0" w:evenVBand="0" w:oddHBand="0" w:evenHBand="0" w:firstRowFirstColumn="0" w:firstRowLastColumn="0" w:lastRowFirstColumn="0" w:lastRowLastColumn="0"/>
              <w:rPr>
                <w:sz w:val="18"/>
              </w:rPr>
            </w:pPr>
            <w:r w:rsidRPr="00CE6C17">
              <w:rPr>
                <w:sz w:val="18"/>
              </w:rPr>
              <w:t>606 754 712</w:t>
            </w:r>
          </w:p>
        </w:tc>
      </w:tr>
    </w:tbl>
    <w:p w14:paraId="67E88D5D" w14:textId="77777777" w:rsidR="00ED29F1" w:rsidRPr="00F95FBD" w:rsidRDefault="00ED29F1" w:rsidP="00ED29F1">
      <w:pPr>
        <w:pStyle w:val="Textbezodsazen"/>
      </w:pPr>
    </w:p>
    <w:p w14:paraId="612E83E6" w14:textId="77777777" w:rsidR="00ED29F1" w:rsidRPr="00F95FBD" w:rsidRDefault="00ED29F1"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12BC4A1F" w14:textId="77777777" w:rsidR="004C453F" w:rsidRDefault="004C453F" w:rsidP="00502690">
      <w:pPr>
        <w:pStyle w:val="Textbezodsazen"/>
        <w:rPr>
          <w:b/>
        </w:rPr>
      </w:pPr>
    </w:p>
    <w:p w14:paraId="70B8F858" w14:textId="77777777" w:rsidR="004C453F" w:rsidRDefault="004C453F" w:rsidP="00502690">
      <w:pPr>
        <w:pStyle w:val="Textbezodsazen"/>
        <w:rPr>
          <w:b/>
        </w:rPr>
      </w:pPr>
    </w:p>
    <w:p w14:paraId="7C7968F4" w14:textId="77777777" w:rsidR="004C453F" w:rsidRDefault="004C453F" w:rsidP="00502690">
      <w:pPr>
        <w:pStyle w:val="Textbezodsazen"/>
        <w:rPr>
          <w:b/>
        </w:rPr>
      </w:pPr>
    </w:p>
    <w:p w14:paraId="38A5B3C4" w14:textId="77777777" w:rsidR="004C453F" w:rsidRDefault="004C453F" w:rsidP="00502690">
      <w:pPr>
        <w:pStyle w:val="Textbezodsazen"/>
        <w:rPr>
          <w:b/>
        </w:rPr>
      </w:pPr>
    </w:p>
    <w:p w14:paraId="341CCEC9" w14:textId="77777777" w:rsidR="004C453F" w:rsidRDefault="004C453F" w:rsidP="00502690">
      <w:pPr>
        <w:pStyle w:val="Textbezodsazen"/>
        <w:rPr>
          <w:b/>
        </w:rPr>
      </w:pPr>
    </w:p>
    <w:p w14:paraId="5C1055D9" w14:textId="77777777" w:rsidR="004C453F" w:rsidRDefault="004C453F" w:rsidP="00502690">
      <w:pPr>
        <w:pStyle w:val="Textbezodsazen"/>
        <w:rPr>
          <w:b/>
        </w:rPr>
      </w:pPr>
    </w:p>
    <w:p w14:paraId="028216C4" w14:textId="77777777" w:rsidR="004C453F" w:rsidRDefault="004C453F" w:rsidP="00502690">
      <w:pPr>
        <w:pStyle w:val="Textbezodsazen"/>
        <w:rPr>
          <w:b/>
        </w:rPr>
      </w:pPr>
    </w:p>
    <w:p w14:paraId="1D718907" w14:textId="77777777" w:rsidR="004C453F" w:rsidRDefault="004C453F" w:rsidP="00502690">
      <w:pPr>
        <w:pStyle w:val="Textbezodsazen"/>
        <w:rPr>
          <w:b/>
        </w:rPr>
      </w:pPr>
    </w:p>
    <w:p w14:paraId="31A23494" w14:textId="77777777" w:rsidR="004C453F" w:rsidRDefault="004C453F" w:rsidP="00502690">
      <w:pPr>
        <w:pStyle w:val="Textbezodsazen"/>
        <w:rPr>
          <w:b/>
        </w:rPr>
      </w:pPr>
    </w:p>
    <w:p w14:paraId="2EBE630F" w14:textId="77777777" w:rsidR="004C453F" w:rsidRDefault="004C453F" w:rsidP="00502690">
      <w:pPr>
        <w:pStyle w:val="Textbezodsazen"/>
        <w:rPr>
          <w:b/>
        </w:rPr>
      </w:pPr>
    </w:p>
    <w:p w14:paraId="0B825E7A" w14:textId="1B553426" w:rsidR="00ED29F1" w:rsidRDefault="00ED29F1" w:rsidP="00502690">
      <w:pPr>
        <w:pStyle w:val="Textbezodsazen"/>
        <w:rPr>
          <w:b/>
        </w:rPr>
      </w:pPr>
      <w:r>
        <w:rPr>
          <w:b/>
        </w:rPr>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602602AC" w14:textId="29760044" w:rsidR="002038D5" w:rsidRPr="00F95FBD" w:rsidRDefault="004C453F" w:rsidP="00F762A8">
      <w:pPr>
        <w:pStyle w:val="Nadpistabulky"/>
        <w:rPr>
          <w:sz w:val="18"/>
          <w:szCs w:val="18"/>
        </w:rPr>
      </w:pPr>
      <w:r w:rsidRPr="004C453F">
        <w:rPr>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2C460965" w14:textId="77777777" w:rsidR="002038D5" w:rsidRPr="00F95FBD" w:rsidRDefault="002038D5" w:rsidP="00165977">
      <w:pPr>
        <w:pStyle w:val="Tabulka"/>
      </w:pPr>
    </w:p>
    <w:p w14:paraId="15E3443B" w14:textId="6672F374" w:rsidR="002038D5" w:rsidRPr="00F95FBD" w:rsidRDefault="004C453F" w:rsidP="00165977">
      <w:pPr>
        <w:pStyle w:val="Nadpistabulky"/>
        <w:rPr>
          <w:sz w:val="18"/>
          <w:szCs w:val="18"/>
        </w:rPr>
      </w:pPr>
      <w:r w:rsidRPr="004C453F">
        <w:rPr>
          <w:sz w:val="18"/>
          <w:szCs w:val="18"/>
        </w:rPr>
        <w:t>Specialista</w:t>
      </w:r>
      <w:r w:rsidR="00175A9C">
        <w:rPr>
          <w:sz w:val="18"/>
          <w:szCs w:val="18"/>
        </w:rPr>
        <w:t xml:space="preserve"> (vedoucí prací)</w:t>
      </w:r>
      <w:r w:rsidRPr="004C453F">
        <w:rPr>
          <w:sz w:val="18"/>
          <w:szCs w:val="18"/>
        </w:rPr>
        <w:t xml:space="preserve">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28A30A8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BD4B6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B034CB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ED5F4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D8D004" w14:textId="77777777" w:rsidR="002038D5" w:rsidRPr="00F95FBD" w:rsidRDefault="002038D5" w:rsidP="00165977">
            <w:pPr>
              <w:pStyle w:val="Tabulka"/>
              <w:rPr>
                <w:sz w:val="18"/>
              </w:rPr>
            </w:pPr>
            <w:r w:rsidRPr="00F95FBD">
              <w:rPr>
                <w:sz w:val="18"/>
              </w:rPr>
              <w:t>Adresa</w:t>
            </w:r>
          </w:p>
        </w:tc>
        <w:tc>
          <w:tcPr>
            <w:tcW w:w="5812" w:type="dxa"/>
          </w:tcPr>
          <w:p w14:paraId="45B0E8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BED5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01D6CB" w14:textId="77777777" w:rsidR="002038D5" w:rsidRPr="00F95FBD" w:rsidRDefault="002038D5" w:rsidP="00165977">
            <w:pPr>
              <w:pStyle w:val="Tabulka"/>
              <w:rPr>
                <w:sz w:val="18"/>
              </w:rPr>
            </w:pPr>
            <w:r w:rsidRPr="00F95FBD">
              <w:rPr>
                <w:sz w:val="18"/>
              </w:rPr>
              <w:t>E-mail</w:t>
            </w:r>
          </w:p>
        </w:tc>
        <w:tc>
          <w:tcPr>
            <w:tcW w:w="5812" w:type="dxa"/>
          </w:tcPr>
          <w:p w14:paraId="1E9A0B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1D72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05C7D7" w14:textId="77777777" w:rsidR="002038D5" w:rsidRPr="00F95FBD" w:rsidRDefault="002038D5" w:rsidP="00165977">
            <w:pPr>
              <w:pStyle w:val="Tabulka"/>
              <w:rPr>
                <w:sz w:val="18"/>
              </w:rPr>
            </w:pPr>
            <w:r w:rsidRPr="00F95FBD">
              <w:rPr>
                <w:sz w:val="18"/>
              </w:rPr>
              <w:t>Telefon</w:t>
            </w:r>
          </w:p>
        </w:tc>
        <w:tc>
          <w:tcPr>
            <w:tcW w:w="5812" w:type="dxa"/>
          </w:tcPr>
          <w:p w14:paraId="22D0536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ABA8C4" w14:textId="77777777" w:rsidR="002038D5" w:rsidRPr="00F95FBD" w:rsidRDefault="002038D5" w:rsidP="00165977">
      <w:pPr>
        <w:pStyle w:val="Tabulka"/>
      </w:pPr>
    </w:p>
    <w:p w14:paraId="2B316DE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0640DD6E" w:rsidR="002C7A28" w:rsidRPr="002C7A28" w:rsidRDefault="002A784C" w:rsidP="00417BEA">
            <w:pPr>
              <w:pStyle w:val="Tabulka"/>
              <w:cnfStyle w:val="000000000000" w:firstRow="0" w:lastRow="0" w:firstColumn="0" w:lastColumn="0" w:oddVBand="0" w:evenVBand="0" w:oddHBand="0" w:evenHBand="0" w:firstRowFirstColumn="0" w:firstRowLastColumn="0" w:lastRowFirstColumn="0" w:lastRowLastColumn="0"/>
              <w:rPr>
                <w:sz w:val="18"/>
              </w:rPr>
            </w:pPr>
            <w:r w:rsidRPr="00417BEA">
              <w:rPr>
                <w:rFonts w:eastAsia="Times New Roman" w:cs="Calibri"/>
                <w:sz w:val="18"/>
                <w:lang w:eastAsia="cs-CZ"/>
              </w:rPr>
              <w:t>M</w:t>
            </w:r>
            <w:r w:rsidR="002C7A28" w:rsidRPr="00417BEA">
              <w:rPr>
                <w:rFonts w:eastAsia="Times New Roman" w:cs="Calibri"/>
                <w:sz w:val="18"/>
                <w:lang w:eastAsia="cs-CZ"/>
              </w:rPr>
              <w:t xml:space="preserve">inimálně </w:t>
            </w:r>
            <w:r w:rsidR="00417BEA" w:rsidRPr="00417BEA">
              <w:rPr>
                <w:rFonts w:eastAsia="Times New Roman" w:cs="Calibri"/>
                <w:color w:val="000000"/>
                <w:sz w:val="18"/>
                <w:lang w:eastAsia="cs-CZ"/>
              </w:rPr>
              <w:t>13</w:t>
            </w:r>
            <w:r w:rsidR="002C7A28" w:rsidRPr="00417BEA">
              <w:rPr>
                <w:rFonts w:eastAsia="Times New Roman" w:cs="Calibri"/>
                <w:color w:val="000000"/>
                <w:sz w:val="18"/>
                <w:lang w:eastAsia="cs-CZ"/>
              </w:rPr>
              <w:t xml:space="preserve"> mil. Kč</w:t>
            </w:r>
            <w:r w:rsidR="002C7A28" w:rsidRPr="00417BEA">
              <w:rPr>
                <w:rFonts w:eastAsia="Times New Roman" w:cs="Calibri"/>
                <w:sz w:val="18"/>
                <w:lang w:eastAsia="cs-CZ"/>
              </w:rPr>
              <w:t xml:space="preserve"> na jednu pojistnou událost a </w:t>
            </w:r>
            <w:r w:rsidR="00417BEA" w:rsidRPr="00417BEA">
              <w:rPr>
                <w:rFonts w:eastAsia="Times New Roman" w:cs="Calibri"/>
                <w:sz w:val="18"/>
                <w:lang w:eastAsia="cs-CZ"/>
              </w:rPr>
              <w:t>13</w:t>
            </w:r>
            <w:r w:rsidR="002C7A28" w:rsidRPr="00417BEA">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583DAD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0"/>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1"/>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2"/>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50C809BF" w14:textId="77777777" w:rsidR="004B4380" w:rsidRDefault="004B4380" w:rsidP="002C7A28">
      <w:pPr>
        <w:pStyle w:val="Textbezodsazen"/>
        <w:rPr>
          <w:rFonts w:asciiTheme="majorHAnsi" w:hAnsiTheme="majorHAnsi"/>
          <w:b/>
          <w:sz w:val="20"/>
          <w:szCs w:val="20"/>
        </w:rPr>
        <w:sectPr w:rsidR="004B4380" w:rsidSect="004E70C8">
          <w:footerReference w:type="default" r:id="rId33"/>
          <w:pgSz w:w="11906" w:h="16838" w:code="9"/>
          <w:pgMar w:top="1417" w:right="1417" w:bottom="1417" w:left="1417" w:header="595" w:footer="624" w:gutter="652"/>
          <w:pgNumType w:start="1"/>
          <w:cols w:space="708"/>
          <w:docGrid w:linePitch="360"/>
        </w:sectPr>
      </w:pPr>
    </w:p>
    <w:p w14:paraId="5F6A123F" w14:textId="299DC963" w:rsidR="004B4380" w:rsidRPr="0072316D" w:rsidRDefault="004B4380" w:rsidP="004B4380">
      <w:pPr>
        <w:spacing w:before="240" w:after="120"/>
        <w:rPr>
          <w:rFonts w:asciiTheme="majorHAnsi" w:hAnsiTheme="majorHAnsi"/>
          <w:b/>
          <w:caps/>
          <w:sz w:val="22"/>
        </w:rPr>
      </w:pPr>
      <w:r>
        <w:rPr>
          <w:rFonts w:asciiTheme="majorHAnsi" w:hAnsiTheme="majorHAnsi"/>
          <w:b/>
          <w:caps/>
          <w:sz w:val="22"/>
        </w:rPr>
        <w:lastRenderedPageBreak/>
        <w:t>Příloha č. 14</w:t>
      </w:r>
    </w:p>
    <w:p w14:paraId="034AD7A7" w14:textId="200C633E" w:rsidR="004B4380" w:rsidRDefault="004B4380" w:rsidP="004B4380">
      <w:pPr>
        <w:pStyle w:val="Textbezodsazen"/>
        <w:rPr>
          <w:rFonts w:asciiTheme="majorHAnsi" w:hAnsiTheme="majorHAnsi"/>
          <w:b/>
          <w:sz w:val="20"/>
          <w:szCs w:val="20"/>
        </w:rPr>
      </w:pPr>
      <w:r>
        <w:rPr>
          <w:rFonts w:asciiTheme="majorHAnsi" w:hAnsiTheme="majorHAnsi"/>
          <w:b/>
          <w:sz w:val="20"/>
          <w:szCs w:val="20"/>
        </w:rPr>
        <w:t>Analýza nebezpečí a hodnocení rizik</w:t>
      </w:r>
    </w:p>
    <w:p w14:paraId="693FD032" w14:textId="77777777" w:rsidR="004B4380" w:rsidRPr="0072316D" w:rsidRDefault="004B4380" w:rsidP="004B4380">
      <w:pPr>
        <w:spacing w:after="120"/>
        <w:jc w:val="both"/>
        <w:rPr>
          <w:highlight w:val="yellow"/>
        </w:rPr>
      </w:pPr>
      <w:r w:rsidRPr="0072316D">
        <w:rPr>
          <w:highlight w:val="yellow"/>
        </w:rPr>
        <w:t>[VLOŽÍ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4"/>
      <w:pgSz w:w="11906" w:h="16838" w:code="9"/>
      <w:pgMar w:top="1417" w:right="1417" w:bottom="1417" w:left="1417"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E8CA1" w16cex:dateUtc="2023-06-22T07:02:00Z"/>
  <w16cex:commentExtensible w16cex:durableId="287470AE" w16cex:dateUtc="2023-08-02T04: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FBF79D" w16cid:durableId="283E8AFD"/>
  <w16cid:commentId w16cid:paraId="553677AC" w16cid:durableId="283E8AFE"/>
  <w16cid:commentId w16cid:paraId="1A5EE3B3" w16cid:durableId="283E8CA1"/>
  <w16cid:commentId w16cid:paraId="34F15DFB" w16cid:durableId="283E8AFF"/>
  <w16cid:commentId w16cid:paraId="598BA2C2" w16cid:durableId="283E8B00"/>
  <w16cid:commentId w16cid:paraId="31E260F8" w16cid:durableId="283E8B01"/>
  <w16cid:commentId w16cid:paraId="167737E8" w16cid:durableId="283E8B02"/>
  <w16cid:commentId w16cid:paraId="2EC3E946" w16cid:durableId="283E8B03"/>
  <w16cid:commentId w16cid:paraId="23B50823" w16cid:durableId="287470AE"/>
  <w16cid:commentId w16cid:paraId="436559BC" w16cid:durableId="283E8B0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A66AD" w14:textId="77777777" w:rsidR="00D613D8" w:rsidRDefault="00D613D8" w:rsidP="00962258">
      <w:pPr>
        <w:spacing w:after="0" w:line="240" w:lineRule="auto"/>
      </w:pPr>
      <w:r>
        <w:separator/>
      </w:r>
    </w:p>
  </w:endnote>
  <w:endnote w:type="continuationSeparator" w:id="0">
    <w:p w14:paraId="5317F03C" w14:textId="77777777" w:rsidR="00D613D8" w:rsidRDefault="00D613D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3D8" w14:paraId="7914D275" w14:textId="77777777" w:rsidTr="00EB46E5">
      <w:tc>
        <w:tcPr>
          <w:tcW w:w="1361" w:type="dxa"/>
          <w:tcMar>
            <w:left w:w="0" w:type="dxa"/>
            <w:right w:w="0" w:type="dxa"/>
          </w:tcMar>
          <w:vAlign w:val="bottom"/>
        </w:tcPr>
        <w:p w14:paraId="4DA3B2E4" w14:textId="36ABC80B" w:rsidR="00D613D8" w:rsidRPr="00B8518B" w:rsidRDefault="00D613D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50E7">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50E7">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D613D8" w:rsidRDefault="00D613D8" w:rsidP="00B8518B">
          <w:pPr>
            <w:pStyle w:val="Zpat"/>
          </w:pPr>
        </w:p>
      </w:tc>
      <w:tc>
        <w:tcPr>
          <w:tcW w:w="425" w:type="dxa"/>
          <w:shd w:val="clear" w:color="auto" w:fill="auto"/>
          <w:tcMar>
            <w:left w:w="0" w:type="dxa"/>
            <w:right w:w="0" w:type="dxa"/>
          </w:tcMar>
        </w:tcPr>
        <w:p w14:paraId="15CED042" w14:textId="77777777" w:rsidR="00D613D8" w:rsidRDefault="00D613D8" w:rsidP="00B8518B">
          <w:pPr>
            <w:pStyle w:val="Zpat"/>
          </w:pPr>
        </w:p>
      </w:tc>
      <w:tc>
        <w:tcPr>
          <w:tcW w:w="8505" w:type="dxa"/>
        </w:tcPr>
        <w:p w14:paraId="3A18383D" w14:textId="77777777" w:rsidR="00D613D8" w:rsidRPr="00E7415D" w:rsidRDefault="00D613D8" w:rsidP="00F422D3">
          <w:pPr>
            <w:pStyle w:val="Zpat0"/>
            <w:rPr>
              <w:b/>
            </w:rPr>
          </w:pPr>
          <w:r w:rsidRPr="00E7415D">
            <w:rPr>
              <w:b/>
            </w:rPr>
            <w:t>SMLOUVA O DÍLO</w:t>
          </w:r>
        </w:p>
        <w:p w14:paraId="4E3241D8" w14:textId="77777777" w:rsidR="00D613D8" w:rsidRDefault="00D613D8" w:rsidP="00F422D3">
          <w:pPr>
            <w:pStyle w:val="Zpat0"/>
          </w:pPr>
          <w:r>
            <w:t>Zhotovení stavby</w:t>
          </w:r>
        </w:p>
      </w:tc>
    </w:tr>
  </w:tbl>
  <w:p w14:paraId="2EDACE49" w14:textId="77777777" w:rsidR="00D613D8" w:rsidRPr="00B8518B" w:rsidRDefault="00D613D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3D8" w14:paraId="34596667" w14:textId="77777777" w:rsidTr="00EB46E5">
      <w:tc>
        <w:tcPr>
          <w:tcW w:w="1361" w:type="dxa"/>
          <w:tcMar>
            <w:left w:w="0" w:type="dxa"/>
            <w:right w:w="0" w:type="dxa"/>
          </w:tcMar>
          <w:vAlign w:val="bottom"/>
        </w:tcPr>
        <w:p w14:paraId="5FACEDC4" w14:textId="7FB79CC8" w:rsidR="00D613D8" w:rsidRPr="00B8518B" w:rsidRDefault="00D613D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63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63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D613D8" w:rsidRDefault="00D613D8" w:rsidP="00B8518B">
          <w:pPr>
            <w:pStyle w:val="Zpat"/>
          </w:pPr>
        </w:p>
      </w:tc>
      <w:tc>
        <w:tcPr>
          <w:tcW w:w="425" w:type="dxa"/>
          <w:shd w:val="clear" w:color="auto" w:fill="auto"/>
          <w:tcMar>
            <w:left w:w="0" w:type="dxa"/>
            <w:right w:w="0" w:type="dxa"/>
          </w:tcMar>
        </w:tcPr>
        <w:p w14:paraId="5D7460D1" w14:textId="77777777" w:rsidR="00D613D8" w:rsidRDefault="00D613D8" w:rsidP="00B8518B">
          <w:pPr>
            <w:pStyle w:val="Zpat"/>
          </w:pPr>
        </w:p>
      </w:tc>
      <w:tc>
        <w:tcPr>
          <w:tcW w:w="8505" w:type="dxa"/>
        </w:tcPr>
        <w:p w14:paraId="54B326BD" w14:textId="77777777" w:rsidR="00D613D8" w:rsidRPr="00143EC0" w:rsidRDefault="00D613D8" w:rsidP="00F422D3">
          <w:pPr>
            <w:pStyle w:val="Zpat0"/>
            <w:rPr>
              <w:b/>
            </w:rPr>
          </w:pPr>
          <w:r>
            <w:rPr>
              <w:b/>
            </w:rPr>
            <w:t>PŘÍLOHA č. 8</w:t>
          </w:r>
        </w:p>
        <w:p w14:paraId="77E20151" w14:textId="77777777" w:rsidR="00D613D8" w:rsidRDefault="00D613D8" w:rsidP="00F95FBD">
          <w:pPr>
            <w:pStyle w:val="Zpat0"/>
          </w:pPr>
          <w:r>
            <w:t>SMLOUVA O DÍLO - Zhotovení stavby</w:t>
          </w:r>
        </w:p>
      </w:tc>
    </w:tr>
  </w:tbl>
  <w:p w14:paraId="64BA5F7F" w14:textId="77777777" w:rsidR="00D613D8" w:rsidRPr="00B8518B" w:rsidRDefault="00D613D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3D8" w14:paraId="46B3B204" w14:textId="77777777" w:rsidTr="00EB46E5">
      <w:tc>
        <w:tcPr>
          <w:tcW w:w="1361" w:type="dxa"/>
          <w:tcMar>
            <w:left w:w="0" w:type="dxa"/>
            <w:right w:w="0" w:type="dxa"/>
          </w:tcMar>
          <w:vAlign w:val="bottom"/>
        </w:tcPr>
        <w:p w14:paraId="4CB812B1" w14:textId="7EBB9C15" w:rsidR="00D613D8" w:rsidRPr="00B8518B" w:rsidRDefault="00D613D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50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50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D613D8" w:rsidRDefault="00D613D8" w:rsidP="00B8518B">
          <w:pPr>
            <w:pStyle w:val="Zpat"/>
          </w:pPr>
        </w:p>
      </w:tc>
      <w:tc>
        <w:tcPr>
          <w:tcW w:w="425" w:type="dxa"/>
          <w:shd w:val="clear" w:color="auto" w:fill="auto"/>
          <w:tcMar>
            <w:left w:w="0" w:type="dxa"/>
            <w:right w:w="0" w:type="dxa"/>
          </w:tcMar>
        </w:tcPr>
        <w:p w14:paraId="6324F995" w14:textId="77777777" w:rsidR="00D613D8" w:rsidRDefault="00D613D8" w:rsidP="00B8518B">
          <w:pPr>
            <w:pStyle w:val="Zpat"/>
          </w:pPr>
        </w:p>
      </w:tc>
      <w:tc>
        <w:tcPr>
          <w:tcW w:w="8505" w:type="dxa"/>
        </w:tcPr>
        <w:p w14:paraId="1C87A6CB" w14:textId="31A58B3E" w:rsidR="00D613D8" w:rsidRPr="00143EC0" w:rsidRDefault="00D613D8" w:rsidP="00F422D3">
          <w:pPr>
            <w:pStyle w:val="Zpat0"/>
            <w:rPr>
              <w:b/>
            </w:rPr>
          </w:pPr>
          <w:r>
            <w:rPr>
              <w:b/>
            </w:rPr>
            <w:t>PŘÍLOHA č. 9</w:t>
          </w:r>
        </w:p>
        <w:p w14:paraId="1B166F2C" w14:textId="77777777" w:rsidR="00D613D8" w:rsidRDefault="00D613D8" w:rsidP="00F95FBD">
          <w:pPr>
            <w:pStyle w:val="Zpat0"/>
          </w:pPr>
          <w:r>
            <w:t>SMLOUVA O DÍLO - Zhotovení stavby</w:t>
          </w:r>
        </w:p>
      </w:tc>
    </w:tr>
  </w:tbl>
  <w:p w14:paraId="76C124C8" w14:textId="77777777" w:rsidR="00D613D8" w:rsidRPr="00B8518B" w:rsidRDefault="00D613D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3D8" w14:paraId="44DD5F17" w14:textId="77777777" w:rsidTr="00EB46E5">
      <w:tc>
        <w:tcPr>
          <w:tcW w:w="1361" w:type="dxa"/>
          <w:tcMar>
            <w:left w:w="0" w:type="dxa"/>
            <w:right w:w="0" w:type="dxa"/>
          </w:tcMar>
          <w:vAlign w:val="bottom"/>
        </w:tcPr>
        <w:p w14:paraId="1725A145" w14:textId="3A8D22C0" w:rsidR="00D613D8" w:rsidRPr="00B8518B" w:rsidRDefault="00D613D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63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63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D613D8" w:rsidRDefault="00D613D8" w:rsidP="00B8518B">
          <w:pPr>
            <w:pStyle w:val="Zpat"/>
          </w:pPr>
        </w:p>
      </w:tc>
      <w:tc>
        <w:tcPr>
          <w:tcW w:w="425" w:type="dxa"/>
          <w:shd w:val="clear" w:color="auto" w:fill="auto"/>
          <w:tcMar>
            <w:left w:w="0" w:type="dxa"/>
            <w:right w:w="0" w:type="dxa"/>
          </w:tcMar>
        </w:tcPr>
        <w:p w14:paraId="73309C79" w14:textId="77777777" w:rsidR="00D613D8" w:rsidRDefault="00D613D8" w:rsidP="00B8518B">
          <w:pPr>
            <w:pStyle w:val="Zpat"/>
          </w:pPr>
        </w:p>
      </w:tc>
      <w:tc>
        <w:tcPr>
          <w:tcW w:w="8505" w:type="dxa"/>
        </w:tcPr>
        <w:p w14:paraId="2AEFC685" w14:textId="312A4D31" w:rsidR="00D613D8" w:rsidRPr="00143EC0" w:rsidRDefault="00D613D8" w:rsidP="00F422D3">
          <w:pPr>
            <w:pStyle w:val="Zpat0"/>
            <w:rPr>
              <w:b/>
            </w:rPr>
          </w:pPr>
          <w:r>
            <w:rPr>
              <w:b/>
            </w:rPr>
            <w:t>PŘÍLOHA č. 10</w:t>
          </w:r>
        </w:p>
        <w:p w14:paraId="4B9F99D5" w14:textId="77777777" w:rsidR="00D613D8" w:rsidRDefault="00D613D8" w:rsidP="00F95FBD">
          <w:pPr>
            <w:pStyle w:val="Zpat0"/>
          </w:pPr>
          <w:r>
            <w:t>SMLOUVA O DÍLO - Zhotovení stavby</w:t>
          </w:r>
        </w:p>
      </w:tc>
    </w:tr>
  </w:tbl>
  <w:p w14:paraId="7B95BF9B" w14:textId="77777777" w:rsidR="00D613D8" w:rsidRPr="00B8518B" w:rsidRDefault="00D613D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3D8" w14:paraId="284F1B05" w14:textId="77777777" w:rsidTr="00EB46E5">
      <w:tc>
        <w:tcPr>
          <w:tcW w:w="1361" w:type="dxa"/>
          <w:tcMar>
            <w:left w:w="0" w:type="dxa"/>
            <w:right w:w="0" w:type="dxa"/>
          </w:tcMar>
          <w:vAlign w:val="bottom"/>
        </w:tcPr>
        <w:p w14:paraId="5E07637E" w14:textId="1DDF2F52" w:rsidR="00D613D8" w:rsidRPr="00B8518B" w:rsidRDefault="00D613D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63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63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D613D8" w:rsidRDefault="00D613D8" w:rsidP="00B8518B">
          <w:pPr>
            <w:pStyle w:val="Zpat"/>
          </w:pPr>
        </w:p>
      </w:tc>
      <w:tc>
        <w:tcPr>
          <w:tcW w:w="425" w:type="dxa"/>
          <w:shd w:val="clear" w:color="auto" w:fill="auto"/>
          <w:tcMar>
            <w:left w:w="0" w:type="dxa"/>
            <w:right w:w="0" w:type="dxa"/>
          </w:tcMar>
        </w:tcPr>
        <w:p w14:paraId="500C05CF" w14:textId="77777777" w:rsidR="00D613D8" w:rsidRDefault="00D613D8" w:rsidP="00B8518B">
          <w:pPr>
            <w:pStyle w:val="Zpat"/>
          </w:pPr>
        </w:p>
      </w:tc>
      <w:tc>
        <w:tcPr>
          <w:tcW w:w="8505" w:type="dxa"/>
        </w:tcPr>
        <w:p w14:paraId="7847C5C4" w14:textId="289CCB37" w:rsidR="00D613D8" w:rsidRPr="00143EC0" w:rsidRDefault="00D613D8" w:rsidP="00F422D3">
          <w:pPr>
            <w:pStyle w:val="Zpat0"/>
            <w:rPr>
              <w:b/>
            </w:rPr>
          </w:pPr>
          <w:r>
            <w:rPr>
              <w:b/>
            </w:rPr>
            <w:t>PŘÍLOHA č. 11</w:t>
          </w:r>
        </w:p>
        <w:p w14:paraId="747ADBCC" w14:textId="77777777" w:rsidR="00D613D8" w:rsidRDefault="00D613D8" w:rsidP="00F95FBD">
          <w:pPr>
            <w:pStyle w:val="Zpat0"/>
          </w:pPr>
          <w:r>
            <w:t>SMLOUVA O DÍLO - Zhotovení stavby</w:t>
          </w:r>
        </w:p>
      </w:tc>
    </w:tr>
  </w:tbl>
  <w:p w14:paraId="7DCC56AB" w14:textId="77777777" w:rsidR="00D613D8" w:rsidRPr="00B8518B" w:rsidRDefault="00D613D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3D8" w14:paraId="5821B2C2" w14:textId="77777777" w:rsidTr="00EB46E5">
      <w:tc>
        <w:tcPr>
          <w:tcW w:w="1361" w:type="dxa"/>
          <w:tcMar>
            <w:left w:w="0" w:type="dxa"/>
            <w:right w:w="0" w:type="dxa"/>
          </w:tcMar>
          <w:vAlign w:val="bottom"/>
        </w:tcPr>
        <w:p w14:paraId="469D93E9" w14:textId="114247B3" w:rsidR="00D613D8" w:rsidRPr="00B8518B" w:rsidRDefault="00D613D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63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63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D613D8" w:rsidRDefault="00D613D8" w:rsidP="00B8518B">
          <w:pPr>
            <w:pStyle w:val="Zpat"/>
          </w:pPr>
        </w:p>
      </w:tc>
      <w:tc>
        <w:tcPr>
          <w:tcW w:w="425" w:type="dxa"/>
          <w:shd w:val="clear" w:color="auto" w:fill="auto"/>
          <w:tcMar>
            <w:left w:w="0" w:type="dxa"/>
            <w:right w:w="0" w:type="dxa"/>
          </w:tcMar>
        </w:tcPr>
        <w:p w14:paraId="061BEDDF" w14:textId="77777777" w:rsidR="00D613D8" w:rsidRDefault="00D613D8" w:rsidP="00B8518B">
          <w:pPr>
            <w:pStyle w:val="Zpat"/>
          </w:pPr>
        </w:p>
      </w:tc>
      <w:tc>
        <w:tcPr>
          <w:tcW w:w="8505" w:type="dxa"/>
        </w:tcPr>
        <w:p w14:paraId="78812E1E" w14:textId="063B817A" w:rsidR="00D613D8" w:rsidRPr="00143EC0" w:rsidRDefault="00D613D8" w:rsidP="00F422D3">
          <w:pPr>
            <w:pStyle w:val="Zpat0"/>
            <w:rPr>
              <w:b/>
            </w:rPr>
          </w:pPr>
          <w:r>
            <w:rPr>
              <w:b/>
            </w:rPr>
            <w:t>PŘÍLOHA č. 12</w:t>
          </w:r>
        </w:p>
        <w:p w14:paraId="0ED33840" w14:textId="77777777" w:rsidR="00D613D8" w:rsidRDefault="00D613D8" w:rsidP="00F95FBD">
          <w:pPr>
            <w:pStyle w:val="Zpat0"/>
          </w:pPr>
          <w:r>
            <w:t>SMLOUVA O DÍLO - Zhotovení stavby</w:t>
          </w:r>
        </w:p>
      </w:tc>
    </w:tr>
  </w:tbl>
  <w:p w14:paraId="1FD3AF92" w14:textId="77777777" w:rsidR="00D613D8" w:rsidRPr="00B8518B" w:rsidRDefault="00D613D8"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3D8" w14:paraId="774B3021" w14:textId="77777777" w:rsidTr="00EB46E5">
      <w:tc>
        <w:tcPr>
          <w:tcW w:w="1361" w:type="dxa"/>
          <w:tcMar>
            <w:left w:w="0" w:type="dxa"/>
            <w:right w:w="0" w:type="dxa"/>
          </w:tcMar>
          <w:vAlign w:val="bottom"/>
        </w:tcPr>
        <w:p w14:paraId="7CC65573" w14:textId="0402C765" w:rsidR="00D613D8" w:rsidRPr="00B8518B" w:rsidRDefault="00D613D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63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63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D613D8" w:rsidRDefault="00D613D8" w:rsidP="00B8518B">
          <w:pPr>
            <w:pStyle w:val="Zpat"/>
          </w:pPr>
        </w:p>
      </w:tc>
      <w:tc>
        <w:tcPr>
          <w:tcW w:w="425" w:type="dxa"/>
          <w:shd w:val="clear" w:color="auto" w:fill="auto"/>
          <w:tcMar>
            <w:left w:w="0" w:type="dxa"/>
            <w:right w:w="0" w:type="dxa"/>
          </w:tcMar>
        </w:tcPr>
        <w:p w14:paraId="405B6716" w14:textId="77777777" w:rsidR="00D613D8" w:rsidRDefault="00D613D8" w:rsidP="00B8518B">
          <w:pPr>
            <w:pStyle w:val="Zpat"/>
          </w:pPr>
        </w:p>
      </w:tc>
      <w:tc>
        <w:tcPr>
          <w:tcW w:w="8505" w:type="dxa"/>
        </w:tcPr>
        <w:p w14:paraId="0D8E9B1A" w14:textId="02C8A187" w:rsidR="00D613D8" w:rsidRPr="00143EC0" w:rsidRDefault="00D613D8" w:rsidP="00F422D3">
          <w:pPr>
            <w:pStyle w:val="Zpat0"/>
            <w:rPr>
              <w:b/>
            </w:rPr>
          </w:pPr>
          <w:r>
            <w:rPr>
              <w:b/>
            </w:rPr>
            <w:t>PŘÍLOHA č. 13</w:t>
          </w:r>
        </w:p>
        <w:p w14:paraId="32E0DB56" w14:textId="77777777" w:rsidR="00D613D8" w:rsidRDefault="00D613D8" w:rsidP="00F95FBD">
          <w:pPr>
            <w:pStyle w:val="Zpat0"/>
          </w:pPr>
          <w:r>
            <w:t>SMLOUVA O DÍLO - Zhotovení stavby</w:t>
          </w:r>
        </w:p>
      </w:tc>
    </w:tr>
  </w:tbl>
  <w:p w14:paraId="1A82638B" w14:textId="77777777" w:rsidR="00D613D8" w:rsidRPr="00B8518B" w:rsidRDefault="00D613D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3D8" w14:paraId="3A6D59C5" w14:textId="77777777" w:rsidTr="00EB46E5">
      <w:tc>
        <w:tcPr>
          <w:tcW w:w="1361" w:type="dxa"/>
          <w:tcMar>
            <w:left w:w="0" w:type="dxa"/>
            <w:right w:w="0" w:type="dxa"/>
          </w:tcMar>
          <w:vAlign w:val="bottom"/>
        </w:tcPr>
        <w:p w14:paraId="25DBC641" w14:textId="510976F2" w:rsidR="00D613D8" w:rsidRPr="00B8518B" w:rsidRDefault="00D613D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63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63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D613D8" w:rsidRDefault="00D613D8" w:rsidP="00B8518B">
          <w:pPr>
            <w:pStyle w:val="Zpat"/>
          </w:pPr>
        </w:p>
      </w:tc>
      <w:tc>
        <w:tcPr>
          <w:tcW w:w="425" w:type="dxa"/>
          <w:shd w:val="clear" w:color="auto" w:fill="auto"/>
          <w:tcMar>
            <w:left w:w="0" w:type="dxa"/>
            <w:right w:w="0" w:type="dxa"/>
          </w:tcMar>
        </w:tcPr>
        <w:p w14:paraId="001AD498" w14:textId="77777777" w:rsidR="00D613D8" w:rsidRDefault="00D613D8" w:rsidP="00B8518B">
          <w:pPr>
            <w:pStyle w:val="Zpat"/>
          </w:pPr>
        </w:p>
      </w:tc>
      <w:tc>
        <w:tcPr>
          <w:tcW w:w="8505" w:type="dxa"/>
        </w:tcPr>
        <w:p w14:paraId="205A824B" w14:textId="05620E32" w:rsidR="00D613D8" w:rsidRPr="00143EC0" w:rsidRDefault="00D613D8" w:rsidP="00F422D3">
          <w:pPr>
            <w:pStyle w:val="Zpat0"/>
            <w:rPr>
              <w:b/>
            </w:rPr>
          </w:pPr>
          <w:r>
            <w:rPr>
              <w:b/>
            </w:rPr>
            <w:t>PŘÍLOHA č. 14</w:t>
          </w:r>
        </w:p>
        <w:p w14:paraId="4B453E21" w14:textId="77777777" w:rsidR="00D613D8" w:rsidRDefault="00D613D8" w:rsidP="00F95FBD">
          <w:pPr>
            <w:pStyle w:val="Zpat0"/>
          </w:pPr>
          <w:r>
            <w:t>SMLOUVA O DÍLO - Zhotovení stavby</w:t>
          </w:r>
        </w:p>
      </w:tc>
    </w:tr>
  </w:tbl>
  <w:p w14:paraId="1019B5FB" w14:textId="77777777" w:rsidR="00D613D8" w:rsidRPr="00B8518B" w:rsidRDefault="00D613D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D613D8" w:rsidRPr="00B8518B" w:rsidRDefault="00D613D8" w:rsidP="00460660">
    <w:pPr>
      <w:pStyle w:val="Zpat"/>
      <w:rPr>
        <w:sz w:val="2"/>
        <w:szCs w:val="2"/>
      </w:rPr>
    </w:pPr>
  </w:p>
  <w:p w14:paraId="6A5348DC" w14:textId="77777777" w:rsidR="00D613D8" w:rsidRPr="00460660" w:rsidRDefault="00D613D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3D8" w14:paraId="63DCF655" w14:textId="77777777" w:rsidTr="00EB46E5">
      <w:tc>
        <w:tcPr>
          <w:tcW w:w="1361" w:type="dxa"/>
          <w:tcMar>
            <w:left w:w="0" w:type="dxa"/>
            <w:right w:w="0" w:type="dxa"/>
          </w:tcMar>
          <w:vAlign w:val="bottom"/>
        </w:tcPr>
        <w:p w14:paraId="1F64C939" w14:textId="0DBD74A2" w:rsidR="00D613D8" w:rsidRPr="00B8518B" w:rsidRDefault="00D613D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50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50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D613D8" w:rsidRDefault="00D613D8" w:rsidP="00B8518B">
          <w:pPr>
            <w:pStyle w:val="Zpat"/>
          </w:pPr>
        </w:p>
      </w:tc>
      <w:tc>
        <w:tcPr>
          <w:tcW w:w="425" w:type="dxa"/>
          <w:shd w:val="clear" w:color="auto" w:fill="auto"/>
          <w:tcMar>
            <w:left w:w="0" w:type="dxa"/>
            <w:right w:w="0" w:type="dxa"/>
          </w:tcMar>
        </w:tcPr>
        <w:p w14:paraId="22BC2340" w14:textId="77777777" w:rsidR="00D613D8" w:rsidRDefault="00D613D8" w:rsidP="00B8518B">
          <w:pPr>
            <w:pStyle w:val="Zpat"/>
          </w:pPr>
        </w:p>
      </w:tc>
      <w:tc>
        <w:tcPr>
          <w:tcW w:w="8505" w:type="dxa"/>
        </w:tcPr>
        <w:p w14:paraId="26A11CDA" w14:textId="77777777" w:rsidR="00D613D8" w:rsidRPr="00143EC0" w:rsidRDefault="00D613D8" w:rsidP="00F422D3">
          <w:pPr>
            <w:pStyle w:val="Zpat0"/>
            <w:rPr>
              <w:b/>
            </w:rPr>
          </w:pPr>
          <w:r w:rsidRPr="00143EC0">
            <w:rPr>
              <w:b/>
            </w:rPr>
            <w:t>PŘÍLOHA č. 1</w:t>
          </w:r>
        </w:p>
        <w:p w14:paraId="0DDC9F6E" w14:textId="77777777" w:rsidR="00D613D8" w:rsidRDefault="00D613D8" w:rsidP="00F95FBD">
          <w:pPr>
            <w:pStyle w:val="Zpat0"/>
          </w:pPr>
          <w:r>
            <w:t>SMLOUVA O DÍLO - Zhotovení stavby</w:t>
          </w:r>
        </w:p>
      </w:tc>
    </w:tr>
  </w:tbl>
  <w:p w14:paraId="2EE2FDA3" w14:textId="77777777" w:rsidR="00D613D8" w:rsidRPr="00B8518B" w:rsidRDefault="00D613D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3D8" w14:paraId="12563E63" w14:textId="77777777" w:rsidTr="00EB46E5">
      <w:tc>
        <w:tcPr>
          <w:tcW w:w="1361" w:type="dxa"/>
          <w:tcMar>
            <w:left w:w="0" w:type="dxa"/>
            <w:right w:w="0" w:type="dxa"/>
          </w:tcMar>
          <w:vAlign w:val="bottom"/>
        </w:tcPr>
        <w:p w14:paraId="0D47C862" w14:textId="45BBD2CA" w:rsidR="00D613D8" w:rsidRPr="00B8518B" w:rsidRDefault="00D613D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63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63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D613D8" w:rsidRDefault="00D613D8" w:rsidP="005A7872">
          <w:pPr>
            <w:pStyle w:val="Zpat"/>
          </w:pPr>
        </w:p>
      </w:tc>
      <w:tc>
        <w:tcPr>
          <w:tcW w:w="425" w:type="dxa"/>
          <w:shd w:val="clear" w:color="auto" w:fill="auto"/>
          <w:tcMar>
            <w:left w:w="0" w:type="dxa"/>
            <w:right w:w="0" w:type="dxa"/>
          </w:tcMar>
        </w:tcPr>
        <w:p w14:paraId="2B900F38" w14:textId="77777777" w:rsidR="00D613D8" w:rsidRDefault="00D613D8" w:rsidP="00B8518B">
          <w:pPr>
            <w:pStyle w:val="Zpat"/>
          </w:pPr>
        </w:p>
      </w:tc>
      <w:tc>
        <w:tcPr>
          <w:tcW w:w="8505" w:type="dxa"/>
        </w:tcPr>
        <w:p w14:paraId="50A4A9EA" w14:textId="77777777" w:rsidR="00D613D8" w:rsidRPr="00143EC0" w:rsidRDefault="00D613D8" w:rsidP="00F422D3">
          <w:pPr>
            <w:pStyle w:val="Zpat0"/>
            <w:rPr>
              <w:b/>
            </w:rPr>
          </w:pPr>
          <w:r>
            <w:rPr>
              <w:b/>
            </w:rPr>
            <w:t>PŘÍLOHA č. 2</w:t>
          </w:r>
        </w:p>
        <w:p w14:paraId="5817564A" w14:textId="77777777" w:rsidR="00D613D8" w:rsidRDefault="00D613D8" w:rsidP="00F95FBD">
          <w:pPr>
            <w:pStyle w:val="Zpat0"/>
          </w:pPr>
          <w:r>
            <w:t>SMLOUVA O DÍLO - Zhotovení stavby</w:t>
          </w:r>
        </w:p>
      </w:tc>
    </w:tr>
  </w:tbl>
  <w:p w14:paraId="11A405DA" w14:textId="77777777" w:rsidR="00D613D8" w:rsidRPr="00B8518B" w:rsidRDefault="00D613D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3D8" w14:paraId="36D89A43" w14:textId="77777777" w:rsidTr="00EB46E5">
      <w:tc>
        <w:tcPr>
          <w:tcW w:w="1361" w:type="dxa"/>
          <w:tcMar>
            <w:left w:w="0" w:type="dxa"/>
            <w:right w:w="0" w:type="dxa"/>
          </w:tcMar>
          <w:vAlign w:val="bottom"/>
        </w:tcPr>
        <w:p w14:paraId="66252797" w14:textId="1607DB87" w:rsidR="00D613D8" w:rsidRPr="00B8518B" w:rsidRDefault="00D613D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63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63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D613D8" w:rsidRDefault="00D613D8" w:rsidP="005A7872">
          <w:pPr>
            <w:pStyle w:val="Zpat"/>
          </w:pPr>
        </w:p>
      </w:tc>
      <w:tc>
        <w:tcPr>
          <w:tcW w:w="425" w:type="dxa"/>
          <w:shd w:val="clear" w:color="auto" w:fill="auto"/>
          <w:tcMar>
            <w:left w:w="0" w:type="dxa"/>
            <w:right w:w="0" w:type="dxa"/>
          </w:tcMar>
        </w:tcPr>
        <w:p w14:paraId="77AFB1B8" w14:textId="77777777" w:rsidR="00D613D8" w:rsidRDefault="00D613D8" w:rsidP="00B8518B">
          <w:pPr>
            <w:pStyle w:val="Zpat"/>
          </w:pPr>
        </w:p>
      </w:tc>
      <w:tc>
        <w:tcPr>
          <w:tcW w:w="8505" w:type="dxa"/>
        </w:tcPr>
        <w:p w14:paraId="2A41C898" w14:textId="28128297" w:rsidR="00D613D8" w:rsidRPr="00143EC0" w:rsidRDefault="00D613D8" w:rsidP="00F422D3">
          <w:pPr>
            <w:pStyle w:val="Zpat0"/>
            <w:rPr>
              <w:b/>
            </w:rPr>
          </w:pPr>
          <w:r>
            <w:rPr>
              <w:b/>
            </w:rPr>
            <w:t>PŘÍLOHA č. 3</w:t>
          </w:r>
        </w:p>
        <w:p w14:paraId="38B946A9" w14:textId="77777777" w:rsidR="00D613D8" w:rsidRDefault="00D613D8" w:rsidP="00F95FBD">
          <w:pPr>
            <w:pStyle w:val="Zpat0"/>
          </w:pPr>
          <w:r>
            <w:t>SMLOUVA O DÍLO - Zhotovení stavby</w:t>
          </w:r>
        </w:p>
      </w:tc>
    </w:tr>
  </w:tbl>
  <w:p w14:paraId="2EA2C027" w14:textId="77777777" w:rsidR="00D613D8" w:rsidRPr="00B8518B" w:rsidRDefault="00D613D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3D8" w14:paraId="3F02FCB8" w14:textId="77777777" w:rsidTr="00EB46E5">
      <w:tc>
        <w:tcPr>
          <w:tcW w:w="1361" w:type="dxa"/>
          <w:tcMar>
            <w:left w:w="0" w:type="dxa"/>
            <w:right w:w="0" w:type="dxa"/>
          </w:tcMar>
          <w:vAlign w:val="bottom"/>
        </w:tcPr>
        <w:p w14:paraId="1A676FD3" w14:textId="0FF686D6" w:rsidR="00D613D8" w:rsidRPr="00B8518B" w:rsidRDefault="00D613D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63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63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D613D8" w:rsidRDefault="00D613D8" w:rsidP="005A7872">
          <w:pPr>
            <w:pStyle w:val="Zpat"/>
          </w:pPr>
        </w:p>
      </w:tc>
      <w:tc>
        <w:tcPr>
          <w:tcW w:w="425" w:type="dxa"/>
          <w:shd w:val="clear" w:color="auto" w:fill="auto"/>
          <w:tcMar>
            <w:left w:w="0" w:type="dxa"/>
            <w:right w:w="0" w:type="dxa"/>
          </w:tcMar>
        </w:tcPr>
        <w:p w14:paraId="78836905" w14:textId="77777777" w:rsidR="00D613D8" w:rsidRDefault="00D613D8" w:rsidP="00B8518B">
          <w:pPr>
            <w:pStyle w:val="Zpat"/>
          </w:pPr>
        </w:p>
      </w:tc>
      <w:tc>
        <w:tcPr>
          <w:tcW w:w="8505" w:type="dxa"/>
        </w:tcPr>
        <w:p w14:paraId="6460CAF1" w14:textId="0CBBB2BC" w:rsidR="00D613D8" w:rsidRPr="00143EC0" w:rsidRDefault="00D613D8" w:rsidP="00F422D3">
          <w:pPr>
            <w:pStyle w:val="Zpat0"/>
            <w:rPr>
              <w:b/>
            </w:rPr>
          </w:pPr>
          <w:r>
            <w:rPr>
              <w:b/>
            </w:rPr>
            <w:t>PŘÍLOHA č. 4</w:t>
          </w:r>
        </w:p>
        <w:p w14:paraId="70566F91" w14:textId="77777777" w:rsidR="00D613D8" w:rsidRDefault="00D613D8" w:rsidP="00F95FBD">
          <w:pPr>
            <w:pStyle w:val="Zpat0"/>
          </w:pPr>
          <w:r>
            <w:t>SMLOUVA O DÍLO - Zhotovení stavby</w:t>
          </w:r>
        </w:p>
      </w:tc>
    </w:tr>
  </w:tbl>
  <w:p w14:paraId="70A6002C" w14:textId="77777777" w:rsidR="00D613D8" w:rsidRPr="00B8518B" w:rsidRDefault="00D613D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3D8" w14:paraId="35AC28B0" w14:textId="77777777" w:rsidTr="00EB46E5">
      <w:tc>
        <w:tcPr>
          <w:tcW w:w="1361" w:type="dxa"/>
          <w:tcMar>
            <w:left w:w="0" w:type="dxa"/>
            <w:right w:w="0" w:type="dxa"/>
          </w:tcMar>
          <w:vAlign w:val="bottom"/>
        </w:tcPr>
        <w:p w14:paraId="171295E7" w14:textId="335F0C45" w:rsidR="00D613D8" w:rsidRPr="00B8518B" w:rsidRDefault="00D613D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63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963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D613D8" w:rsidRDefault="00D613D8" w:rsidP="005A7872">
          <w:pPr>
            <w:pStyle w:val="Zpat"/>
          </w:pPr>
        </w:p>
      </w:tc>
      <w:tc>
        <w:tcPr>
          <w:tcW w:w="425" w:type="dxa"/>
          <w:shd w:val="clear" w:color="auto" w:fill="auto"/>
          <w:tcMar>
            <w:left w:w="0" w:type="dxa"/>
            <w:right w:w="0" w:type="dxa"/>
          </w:tcMar>
        </w:tcPr>
        <w:p w14:paraId="015D84B4" w14:textId="77777777" w:rsidR="00D613D8" w:rsidRDefault="00D613D8" w:rsidP="00B8518B">
          <w:pPr>
            <w:pStyle w:val="Zpat"/>
          </w:pPr>
        </w:p>
      </w:tc>
      <w:tc>
        <w:tcPr>
          <w:tcW w:w="8505" w:type="dxa"/>
        </w:tcPr>
        <w:p w14:paraId="7BB8AA87" w14:textId="77777777" w:rsidR="00D613D8" w:rsidRPr="00143EC0" w:rsidRDefault="00D613D8" w:rsidP="00F422D3">
          <w:pPr>
            <w:pStyle w:val="Zpat0"/>
            <w:rPr>
              <w:b/>
            </w:rPr>
          </w:pPr>
          <w:r>
            <w:rPr>
              <w:b/>
            </w:rPr>
            <w:t>PŘÍLOHA č. 5</w:t>
          </w:r>
        </w:p>
        <w:p w14:paraId="767305A3" w14:textId="77777777" w:rsidR="00D613D8" w:rsidRDefault="00D613D8" w:rsidP="00F95FBD">
          <w:pPr>
            <w:pStyle w:val="Zpat0"/>
          </w:pPr>
          <w:r>
            <w:t>SMLOUVA O DÍLO - Zhotovení stavby</w:t>
          </w:r>
        </w:p>
      </w:tc>
    </w:tr>
  </w:tbl>
  <w:p w14:paraId="28A1C620" w14:textId="77777777" w:rsidR="00D613D8" w:rsidRPr="00B8518B" w:rsidRDefault="00D613D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3D8" w14:paraId="5E0EA945" w14:textId="77777777" w:rsidTr="00EB46E5">
      <w:tc>
        <w:tcPr>
          <w:tcW w:w="1361" w:type="dxa"/>
          <w:tcMar>
            <w:left w:w="0" w:type="dxa"/>
            <w:right w:w="0" w:type="dxa"/>
          </w:tcMar>
          <w:vAlign w:val="bottom"/>
        </w:tcPr>
        <w:p w14:paraId="1B529AC8" w14:textId="13049EBB" w:rsidR="00D613D8" w:rsidRPr="00B8518B" w:rsidRDefault="00D613D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50E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50E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D613D8" w:rsidRDefault="00D613D8" w:rsidP="005A7872">
          <w:pPr>
            <w:pStyle w:val="Zpat"/>
          </w:pPr>
        </w:p>
      </w:tc>
      <w:tc>
        <w:tcPr>
          <w:tcW w:w="425" w:type="dxa"/>
          <w:shd w:val="clear" w:color="auto" w:fill="auto"/>
          <w:tcMar>
            <w:left w:w="0" w:type="dxa"/>
            <w:right w:w="0" w:type="dxa"/>
          </w:tcMar>
        </w:tcPr>
        <w:p w14:paraId="262B5E91" w14:textId="77777777" w:rsidR="00D613D8" w:rsidRDefault="00D613D8" w:rsidP="00B8518B">
          <w:pPr>
            <w:pStyle w:val="Zpat"/>
          </w:pPr>
        </w:p>
      </w:tc>
      <w:tc>
        <w:tcPr>
          <w:tcW w:w="8505" w:type="dxa"/>
        </w:tcPr>
        <w:p w14:paraId="68D7A6CE" w14:textId="77777777" w:rsidR="00D613D8" w:rsidRPr="00143EC0" w:rsidRDefault="00D613D8" w:rsidP="00F422D3">
          <w:pPr>
            <w:pStyle w:val="Zpat0"/>
            <w:rPr>
              <w:b/>
            </w:rPr>
          </w:pPr>
          <w:r>
            <w:rPr>
              <w:b/>
            </w:rPr>
            <w:t>PŘÍLOHA č. 6</w:t>
          </w:r>
        </w:p>
        <w:p w14:paraId="34272DA4" w14:textId="77777777" w:rsidR="00D613D8" w:rsidRDefault="00D613D8" w:rsidP="00F95FBD">
          <w:pPr>
            <w:pStyle w:val="Zpat0"/>
          </w:pPr>
          <w:r>
            <w:t>SMLOUVA O DÍLO - Zhotovení stavby</w:t>
          </w:r>
        </w:p>
      </w:tc>
    </w:tr>
  </w:tbl>
  <w:p w14:paraId="73809AD9" w14:textId="77777777" w:rsidR="00D613D8" w:rsidRPr="00B8518B" w:rsidRDefault="00D613D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13D8" w14:paraId="77C9A65C" w14:textId="77777777" w:rsidTr="00EB46E5">
      <w:tc>
        <w:tcPr>
          <w:tcW w:w="1361" w:type="dxa"/>
          <w:tcMar>
            <w:left w:w="0" w:type="dxa"/>
            <w:right w:w="0" w:type="dxa"/>
          </w:tcMar>
          <w:vAlign w:val="bottom"/>
        </w:tcPr>
        <w:p w14:paraId="42B5D4D0" w14:textId="10DB4394" w:rsidR="00D613D8" w:rsidRPr="00B8518B" w:rsidRDefault="00D613D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50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950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D613D8" w:rsidRDefault="00D613D8" w:rsidP="005A7872">
          <w:pPr>
            <w:pStyle w:val="Zpat"/>
          </w:pPr>
        </w:p>
      </w:tc>
      <w:tc>
        <w:tcPr>
          <w:tcW w:w="425" w:type="dxa"/>
          <w:shd w:val="clear" w:color="auto" w:fill="auto"/>
          <w:tcMar>
            <w:left w:w="0" w:type="dxa"/>
            <w:right w:w="0" w:type="dxa"/>
          </w:tcMar>
        </w:tcPr>
        <w:p w14:paraId="4F168F75" w14:textId="77777777" w:rsidR="00D613D8" w:rsidRDefault="00D613D8" w:rsidP="00B8518B">
          <w:pPr>
            <w:pStyle w:val="Zpat"/>
          </w:pPr>
        </w:p>
      </w:tc>
      <w:tc>
        <w:tcPr>
          <w:tcW w:w="8505" w:type="dxa"/>
        </w:tcPr>
        <w:p w14:paraId="2F8A5C9D" w14:textId="77777777" w:rsidR="00D613D8" w:rsidRPr="00143EC0" w:rsidRDefault="00D613D8" w:rsidP="00F422D3">
          <w:pPr>
            <w:pStyle w:val="Zpat0"/>
            <w:rPr>
              <w:b/>
            </w:rPr>
          </w:pPr>
          <w:r>
            <w:rPr>
              <w:b/>
            </w:rPr>
            <w:t>PŘÍLOHA č. 7</w:t>
          </w:r>
        </w:p>
        <w:p w14:paraId="6A0FB618" w14:textId="77777777" w:rsidR="00D613D8" w:rsidRDefault="00D613D8" w:rsidP="00F95FBD">
          <w:pPr>
            <w:pStyle w:val="Zpat0"/>
          </w:pPr>
          <w:r>
            <w:t>SMLOUVA O DÍLO - Zhotovení stavby</w:t>
          </w:r>
        </w:p>
      </w:tc>
    </w:tr>
  </w:tbl>
  <w:p w14:paraId="0E0009FE" w14:textId="77777777" w:rsidR="00D613D8" w:rsidRPr="00B8518B" w:rsidRDefault="00D613D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C2D46E" w14:textId="77777777" w:rsidR="00D613D8" w:rsidRDefault="00D613D8" w:rsidP="00962258">
      <w:pPr>
        <w:spacing w:after="0" w:line="240" w:lineRule="auto"/>
      </w:pPr>
      <w:r>
        <w:separator/>
      </w:r>
    </w:p>
  </w:footnote>
  <w:footnote w:type="continuationSeparator" w:id="0">
    <w:p w14:paraId="297846F6" w14:textId="77777777" w:rsidR="00D613D8" w:rsidRDefault="00D613D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13D8" w14:paraId="43399498" w14:textId="77777777" w:rsidTr="00C02D0A">
      <w:trPr>
        <w:trHeight w:hRule="exact" w:val="454"/>
      </w:trPr>
      <w:tc>
        <w:tcPr>
          <w:tcW w:w="1361" w:type="dxa"/>
          <w:tcMar>
            <w:top w:w="57" w:type="dxa"/>
            <w:left w:w="0" w:type="dxa"/>
            <w:right w:w="0" w:type="dxa"/>
          </w:tcMar>
        </w:tcPr>
        <w:p w14:paraId="6FFB1C79" w14:textId="77777777" w:rsidR="00D613D8" w:rsidRPr="00B8518B" w:rsidRDefault="00D613D8" w:rsidP="00523EA7">
          <w:pPr>
            <w:pStyle w:val="Zpat"/>
            <w:rPr>
              <w:rStyle w:val="slostrnky"/>
            </w:rPr>
          </w:pPr>
        </w:p>
      </w:tc>
      <w:tc>
        <w:tcPr>
          <w:tcW w:w="3458" w:type="dxa"/>
          <w:shd w:val="clear" w:color="auto" w:fill="auto"/>
          <w:tcMar>
            <w:top w:w="57" w:type="dxa"/>
            <w:left w:w="0" w:type="dxa"/>
            <w:right w:w="0" w:type="dxa"/>
          </w:tcMar>
        </w:tcPr>
        <w:p w14:paraId="0F804DB7" w14:textId="77777777" w:rsidR="00D613D8" w:rsidRDefault="00D613D8" w:rsidP="00523EA7">
          <w:pPr>
            <w:pStyle w:val="Zpat"/>
          </w:pPr>
        </w:p>
      </w:tc>
      <w:tc>
        <w:tcPr>
          <w:tcW w:w="5698" w:type="dxa"/>
          <w:shd w:val="clear" w:color="auto" w:fill="auto"/>
          <w:tcMar>
            <w:top w:w="57" w:type="dxa"/>
            <w:left w:w="0" w:type="dxa"/>
            <w:right w:w="0" w:type="dxa"/>
          </w:tcMar>
        </w:tcPr>
        <w:p w14:paraId="48320D6B" w14:textId="77777777" w:rsidR="00D613D8" w:rsidRPr="00D6163D" w:rsidRDefault="00D613D8" w:rsidP="00D6163D">
          <w:pPr>
            <w:pStyle w:val="Druhdokumentu"/>
          </w:pPr>
        </w:p>
      </w:tc>
    </w:tr>
  </w:tbl>
  <w:p w14:paraId="13065314" w14:textId="77777777" w:rsidR="00D613D8" w:rsidRPr="00D6163D" w:rsidRDefault="00D613D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613D8" w14:paraId="6D229297" w14:textId="77777777" w:rsidTr="00B22106">
      <w:trPr>
        <w:trHeight w:hRule="exact" w:val="936"/>
      </w:trPr>
      <w:tc>
        <w:tcPr>
          <w:tcW w:w="1361" w:type="dxa"/>
          <w:tcMar>
            <w:left w:w="0" w:type="dxa"/>
            <w:right w:w="0" w:type="dxa"/>
          </w:tcMar>
        </w:tcPr>
        <w:p w14:paraId="01043671" w14:textId="77777777" w:rsidR="00D613D8" w:rsidRPr="00B8518B" w:rsidRDefault="00D613D8" w:rsidP="00FC6389">
          <w:pPr>
            <w:pStyle w:val="Zpat"/>
            <w:rPr>
              <w:rStyle w:val="slostrnky"/>
            </w:rPr>
          </w:pPr>
        </w:p>
      </w:tc>
      <w:tc>
        <w:tcPr>
          <w:tcW w:w="3458" w:type="dxa"/>
          <w:shd w:val="clear" w:color="auto" w:fill="auto"/>
          <w:tcMar>
            <w:left w:w="0" w:type="dxa"/>
            <w:right w:w="0" w:type="dxa"/>
          </w:tcMar>
        </w:tcPr>
        <w:p w14:paraId="19A9452D" w14:textId="77777777" w:rsidR="00D613D8" w:rsidRDefault="00D613D8" w:rsidP="00FC6389">
          <w:pPr>
            <w:pStyle w:val="Zpat"/>
          </w:pPr>
        </w:p>
      </w:tc>
      <w:tc>
        <w:tcPr>
          <w:tcW w:w="5756" w:type="dxa"/>
          <w:shd w:val="clear" w:color="auto" w:fill="auto"/>
          <w:tcMar>
            <w:left w:w="0" w:type="dxa"/>
            <w:right w:w="0" w:type="dxa"/>
          </w:tcMar>
        </w:tcPr>
        <w:p w14:paraId="0DCF84B3" w14:textId="77777777" w:rsidR="00D613D8" w:rsidRPr="00D6163D" w:rsidRDefault="00D613D8" w:rsidP="00FC6389">
          <w:pPr>
            <w:pStyle w:val="Druhdokumentu"/>
          </w:pPr>
        </w:p>
      </w:tc>
    </w:tr>
    <w:tr w:rsidR="00D613D8" w14:paraId="4B85E717" w14:textId="77777777" w:rsidTr="00B22106">
      <w:trPr>
        <w:trHeight w:hRule="exact" w:val="936"/>
      </w:trPr>
      <w:tc>
        <w:tcPr>
          <w:tcW w:w="1361" w:type="dxa"/>
          <w:tcMar>
            <w:left w:w="0" w:type="dxa"/>
            <w:right w:w="0" w:type="dxa"/>
          </w:tcMar>
        </w:tcPr>
        <w:p w14:paraId="625E9EF5" w14:textId="77777777" w:rsidR="00D613D8" w:rsidRPr="00B8518B" w:rsidRDefault="00D613D8" w:rsidP="00FC6389">
          <w:pPr>
            <w:pStyle w:val="Zpat"/>
            <w:rPr>
              <w:rStyle w:val="slostrnky"/>
            </w:rPr>
          </w:pPr>
        </w:p>
      </w:tc>
      <w:tc>
        <w:tcPr>
          <w:tcW w:w="3458" w:type="dxa"/>
          <w:shd w:val="clear" w:color="auto" w:fill="auto"/>
          <w:tcMar>
            <w:left w:w="0" w:type="dxa"/>
            <w:right w:w="0" w:type="dxa"/>
          </w:tcMar>
        </w:tcPr>
        <w:p w14:paraId="6304F50B" w14:textId="77777777" w:rsidR="00D613D8" w:rsidRDefault="00D613D8" w:rsidP="00FC6389">
          <w:pPr>
            <w:pStyle w:val="Zpat"/>
          </w:pPr>
        </w:p>
      </w:tc>
      <w:tc>
        <w:tcPr>
          <w:tcW w:w="5756" w:type="dxa"/>
          <w:shd w:val="clear" w:color="auto" w:fill="auto"/>
          <w:tcMar>
            <w:left w:w="0" w:type="dxa"/>
            <w:right w:w="0" w:type="dxa"/>
          </w:tcMar>
        </w:tcPr>
        <w:p w14:paraId="5039913E" w14:textId="77777777" w:rsidR="00D613D8" w:rsidRPr="00D6163D" w:rsidRDefault="00D613D8" w:rsidP="00FC6389">
          <w:pPr>
            <w:pStyle w:val="Druhdokumentu"/>
          </w:pPr>
        </w:p>
      </w:tc>
    </w:tr>
  </w:tbl>
  <w:p w14:paraId="6AFF48F3" w14:textId="77777777" w:rsidR="00D613D8" w:rsidRPr="00D6163D" w:rsidRDefault="00D613D8"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D613D8" w:rsidRPr="00460660" w:rsidRDefault="00D613D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13D8" w14:paraId="59B9B16D" w14:textId="77777777" w:rsidTr="00C02D0A">
      <w:trPr>
        <w:trHeight w:hRule="exact" w:val="454"/>
      </w:trPr>
      <w:tc>
        <w:tcPr>
          <w:tcW w:w="1361" w:type="dxa"/>
          <w:tcMar>
            <w:top w:w="57" w:type="dxa"/>
            <w:left w:w="0" w:type="dxa"/>
            <w:right w:w="0" w:type="dxa"/>
          </w:tcMar>
        </w:tcPr>
        <w:p w14:paraId="7968C81A" w14:textId="77777777" w:rsidR="00D613D8" w:rsidRPr="00B8518B" w:rsidRDefault="00D613D8" w:rsidP="00523EA7">
          <w:pPr>
            <w:pStyle w:val="Zpat"/>
            <w:rPr>
              <w:rStyle w:val="slostrnky"/>
            </w:rPr>
          </w:pPr>
        </w:p>
      </w:tc>
      <w:tc>
        <w:tcPr>
          <w:tcW w:w="3458" w:type="dxa"/>
          <w:shd w:val="clear" w:color="auto" w:fill="auto"/>
          <w:tcMar>
            <w:top w:w="57" w:type="dxa"/>
            <w:left w:w="0" w:type="dxa"/>
            <w:right w:w="0" w:type="dxa"/>
          </w:tcMar>
        </w:tcPr>
        <w:p w14:paraId="43D17C30" w14:textId="77777777" w:rsidR="00D613D8" w:rsidRDefault="00D613D8" w:rsidP="00523EA7">
          <w:pPr>
            <w:pStyle w:val="Zpat"/>
          </w:pPr>
        </w:p>
      </w:tc>
      <w:tc>
        <w:tcPr>
          <w:tcW w:w="5698" w:type="dxa"/>
          <w:shd w:val="clear" w:color="auto" w:fill="auto"/>
          <w:tcMar>
            <w:top w:w="57" w:type="dxa"/>
            <w:left w:w="0" w:type="dxa"/>
            <w:right w:w="0" w:type="dxa"/>
          </w:tcMar>
        </w:tcPr>
        <w:p w14:paraId="56962942" w14:textId="77777777" w:rsidR="00D613D8" w:rsidRPr="00D6163D" w:rsidRDefault="00D613D8" w:rsidP="00D6163D">
          <w:pPr>
            <w:pStyle w:val="Druhdokumentu"/>
          </w:pPr>
        </w:p>
      </w:tc>
    </w:tr>
  </w:tbl>
  <w:p w14:paraId="43D88461" w14:textId="77777777" w:rsidR="00D613D8" w:rsidRPr="00D6163D" w:rsidRDefault="00D613D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13D8" w14:paraId="25C8BD5E" w14:textId="77777777" w:rsidTr="00C02D0A">
      <w:trPr>
        <w:trHeight w:hRule="exact" w:val="454"/>
      </w:trPr>
      <w:tc>
        <w:tcPr>
          <w:tcW w:w="1361" w:type="dxa"/>
          <w:tcMar>
            <w:top w:w="57" w:type="dxa"/>
            <w:left w:w="0" w:type="dxa"/>
            <w:right w:w="0" w:type="dxa"/>
          </w:tcMar>
        </w:tcPr>
        <w:p w14:paraId="24B5C255" w14:textId="77777777" w:rsidR="00D613D8" w:rsidRPr="00B8518B" w:rsidRDefault="00D613D8" w:rsidP="00523EA7">
          <w:pPr>
            <w:pStyle w:val="Zpat"/>
            <w:rPr>
              <w:rStyle w:val="slostrnky"/>
            </w:rPr>
          </w:pPr>
        </w:p>
      </w:tc>
      <w:tc>
        <w:tcPr>
          <w:tcW w:w="3458" w:type="dxa"/>
          <w:shd w:val="clear" w:color="auto" w:fill="auto"/>
          <w:tcMar>
            <w:top w:w="57" w:type="dxa"/>
            <w:left w:w="0" w:type="dxa"/>
            <w:right w:w="0" w:type="dxa"/>
          </w:tcMar>
        </w:tcPr>
        <w:p w14:paraId="6BED0B52" w14:textId="77777777" w:rsidR="00D613D8" w:rsidRDefault="00D613D8" w:rsidP="00523EA7">
          <w:pPr>
            <w:pStyle w:val="Zpat"/>
          </w:pPr>
        </w:p>
      </w:tc>
      <w:tc>
        <w:tcPr>
          <w:tcW w:w="5698" w:type="dxa"/>
          <w:shd w:val="clear" w:color="auto" w:fill="auto"/>
          <w:tcMar>
            <w:top w:w="57" w:type="dxa"/>
            <w:left w:w="0" w:type="dxa"/>
            <w:right w:w="0" w:type="dxa"/>
          </w:tcMar>
        </w:tcPr>
        <w:p w14:paraId="7FD83DD3" w14:textId="77777777" w:rsidR="00D613D8" w:rsidRPr="00D6163D" w:rsidRDefault="00D613D8" w:rsidP="00D6163D">
          <w:pPr>
            <w:pStyle w:val="Druhdokumentu"/>
          </w:pPr>
        </w:p>
      </w:tc>
    </w:tr>
  </w:tbl>
  <w:p w14:paraId="2115806A" w14:textId="77777777" w:rsidR="00D613D8" w:rsidRPr="00D6163D" w:rsidRDefault="00D613D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13D8" w14:paraId="21789A87" w14:textId="77777777" w:rsidTr="00C02D0A">
      <w:trPr>
        <w:trHeight w:hRule="exact" w:val="454"/>
      </w:trPr>
      <w:tc>
        <w:tcPr>
          <w:tcW w:w="1361" w:type="dxa"/>
          <w:tcMar>
            <w:top w:w="57" w:type="dxa"/>
            <w:left w:w="0" w:type="dxa"/>
            <w:right w:w="0" w:type="dxa"/>
          </w:tcMar>
        </w:tcPr>
        <w:p w14:paraId="3FABD145" w14:textId="77777777" w:rsidR="00D613D8" w:rsidRPr="00B8518B" w:rsidRDefault="00D613D8" w:rsidP="00523EA7">
          <w:pPr>
            <w:pStyle w:val="Zpat"/>
            <w:rPr>
              <w:rStyle w:val="slostrnky"/>
            </w:rPr>
          </w:pPr>
        </w:p>
      </w:tc>
      <w:tc>
        <w:tcPr>
          <w:tcW w:w="3458" w:type="dxa"/>
          <w:shd w:val="clear" w:color="auto" w:fill="auto"/>
          <w:tcMar>
            <w:top w:w="57" w:type="dxa"/>
            <w:left w:w="0" w:type="dxa"/>
            <w:right w:w="0" w:type="dxa"/>
          </w:tcMar>
        </w:tcPr>
        <w:p w14:paraId="3D8816B6" w14:textId="77777777" w:rsidR="00D613D8" w:rsidRDefault="00D613D8" w:rsidP="00523EA7">
          <w:pPr>
            <w:pStyle w:val="Zpat"/>
          </w:pPr>
        </w:p>
      </w:tc>
      <w:tc>
        <w:tcPr>
          <w:tcW w:w="5698" w:type="dxa"/>
          <w:shd w:val="clear" w:color="auto" w:fill="auto"/>
          <w:tcMar>
            <w:top w:w="57" w:type="dxa"/>
            <w:left w:w="0" w:type="dxa"/>
            <w:right w:w="0" w:type="dxa"/>
          </w:tcMar>
        </w:tcPr>
        <w:p w14:paraId="28DC2B5F" w14:textId="77777777" w:rsidR="00D613D8" w:rsidRPr="00D6163D" w:rsidRDefault="00D613D8" w:rsidP="00D6163D">
          <w:pPr>
            <w:pStyle w:val="Druhdokumentu"/>
          </w:pPr>
        </w:p>
      </w:tc>
    </w:tr>
  </w:tbl>
  <w:p w14:paraId="2ACCFDAB" w14:textId="77777777" w:rsidR="00D613D8" w:rsidRPr="00D6163D" w:rsidRDefault="00D613D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13D8" w14:paraId="22BFF4D1" w14:textId="77777777" w:rsidTr="00C02D0A">
      <w:trPr>
        <w:trHeight w:hRule="exact" w:val="454"/>
      </w:trPr>
      <w:tc>
        <w:tcPr>
          <w:tcW w:w="1361" w:type="dxa"/>
          <w:tcMar>
            <w:top w:w="57" w:type="dxa"/>
            <w:left w:w="0" w:type="dxa"/>
            <w:right w:w="0" w:type="dxa"/>
          </w:tcMar>
        </w:tcPr>
        <w:p w14:paraId="450E49AB" w14:textId="77777777" w:rsidR="00D613D8" w:rsidRPr="00B8518B" w:rsidRDefault="00D613D8" w:rsidP="00523EA7">
          <w:pPr>
            <w:pStyle w:val="Zpat"/>
            <w:rPr>
              <w:rStyle w:val="slostrnky"/>
            </w:rPr>
          </w:pPr>
        </w:p>
      </w:tc>
      <w:tc>
        <w:tcPr>
          <w:tcW w:w="3458" w:type="dxa"/>
          <w:shd w:val="clear" w:color="auto" w:fill="auto"/>
          <w:tcMar>
            <w:top w:w="57" w:type="dxa"/>
            <w:left w:w="0" w:type="dxa"/>
            <w:right w:w="0" w:type="dxa"/>
          </w:tcMar>
        </w:tcPr>
        <w:p w14:paraId="502CF631" w14:textId="77777777" w:rsidR="00D613D8" w:rsidRDefault="00D613D8" w:rsidP="00523EA7">
          <w:pPr>
            <w:pStyle w:val="Zpat"/>
          </w:pPr>
        </w:p>
      </w:tc>
      <w:tc>
        <w:tcPr>
          <w:tcW w:w="5698" w:type="dxa"/>
          <w:shd w:val="clear" w:color="auto" w:fill="auto"/>
          <w:tcMar>
            <w:top w:w="57" w:type="dxa"/>
            <w:left w:w="0" w:type="dxa"/>
            <w:right w:w="0" w:type="dxa"/>
          </w:tcMar>
        </w:tcPr>
        <w:p w14:paraId="67EDA42B" w14:textId="77777777" w:rsidR="00D613D8" w:rsidRPr="00D6163D" w:rsidRDefault="00D613D8" w:rsidP="00D6163D">
          <w:pPr>
            <w:pStyle w:val="Druhdokumentu"/>
          </w:pPr>
        </w:p>
      </w:tc>
    </w:tr>
  </w:tbl>
  <w:p w14:paraId="391FBEAF" w14:textId="77777777" w:rsidR="00D613D8" w:rsidRPr="00D6163D" w:rsidRDefault="00D613D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startOverride w:val="6"/>
    </w:lvlOverride>
    <w:lvlOverride w:ilvl="1">
      <w:startOverride w:val="4"/>
    </w:lvlOverride>
    <w:lvlOverride w:ilvl="2">
      <w:startOverride w:val="2"/>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41EC8"/>
    <w:rsid w:val="00046006"/>
    <w:rsid w:val="00056BB3"/>
    <w:rsid w:val="0006588D"/>
    <w:rsid w:val="00067A5E"/>
    <w:rsid w:val="000719BB"/>
    <w:rsid w:val="00072A65"/>
    <w:rsid w:val="00072C1E"/>
    <w:rsid w:val="000A2DC4"/>
    <w:rsid w:val="000B1908"/>
    <w:rsid w:val="000B4EB8"/>
    <w:rsid w:val="000C122C"/>
    <w:rsid w:val="000C360F"/>
    <w:rsid w:val="000C41F2"/>
    <w:rsid w:val="000D22C4"/>
    <w:rsid w:val="000D27D1"/>
    <w:rsid w:val="000E1A7F"/>
    <w:rsid w:val="00102D47"/>
    <w:rsid w:val="00103789"/>
    <w:rsid w:val="00112864"/>
    <w:rsid w:val="00114472"/>
    <w:rsid w:val="00114988"/>
    <w:rsid w:val="00115069"/>
    <w:rsid w:val="001150F2"/>
    <w:rsid w:val="00143EC0"/>
    <w:rsid w:val="00157F41"/>
    <w:rsid w:val="001656A2"/>
    <w:rsid w:val="00165977"/>
    <w:rsid w:val="00170EC5"/>
    <w:rsid w:val="0017293A"/>
    <w:rsid w:val="001747C1"/>
    <w:rsid w:val="00175A9C"/>
    <w:rsid w:val="00177D6B"/>
    <w:rsid w:val="00190F77"/>
    <w:rsid w:val="001913F8"/>
    <w:rsid w:val="00191F90"/>
    <w:rsid w:val="001A4E40"/>
    <w:rsid w:val="001A520F"/>
    <w:rsid w:val="001B4E74"/>
    <w:rsid w:val="001B662C"/>
    <w:rsid w:val="001C2F27"/>
    <w:rsid w:val="001C3314"/>
    <w:rsid w:val="001C645F"/>
    <w:rsid w:val="001D321C"/>
    <w:rsid w:val="001E678E"/>
    <w:rsid w:val="001F26BC"/>
    <w:rsid w:val="002038D5"/>
    <w:rsid w:val="002071BB"/>
    <w:rsid w:val="00207DF5"/>
    <w:rsid w:val="002144E5"/>
    <w:rsid w:val="00214C3E"/>
    <w:rsid w:val="00230C4A"/>
    <w:rsid w:val="00240135"/>
    <w:rsid w:val="00240B81"/>
    <w:rsid w:val="00245888"/>
    <w:rsid w:val="00247D01"/>
    <w:rsid w:val="00250AB7"/>
    <w:rsid w:val="00261A5B"/>
    <w:rsid w:val="00262E5B"/>
    <w:rsid w:val="00276AFE"/>
    <w:rsid w:val="002A3B57"/>
    <w:rsid w:val="002A5468"/>
    <w:rsid w:val="002A7407"/>
    <w:rsid w:val="002A784C"/>
    <w:rsid w:val="002C31BF"/>
    <w:rsid w:val="002C7A28"/>
    <w:rsid w:val="002D7FD6"/>
    <w:rsid w:val="002E0CD7"/>
    <w:rsid w:val="002E0CFB"/>
    <w:rsid w:val="002E5C7B"/>
    <w:rsid w:val="002F2306"/>
    <w:rsid w:val="002F4333"/>
    <w:rsid w:val="002F4C3B"/>
    <w:rsid w:val="00312B93"/>
    <w:rsid w:val="00312ED6"/>
    <w:rsid w:val="00327EEF"/>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3187"/>
    <w:rsid w:val="003956C6"/>
    <w:rsid w:val="00396301"/>
    <w:rsid w:val="003A197F"/>
    <w:rsid w:val="003A407B"/>
    <w:rsid w:val="003B5D13"/>
    <w:rsid w:val="003C33F2"/>
    <w:rsid w:val="003C426F"/>
    <w:rsid w:val="003D756E"/>
    <w:rsid w:val="003E420D"/>
    <w:rsid w:val="003E4418"/>
    <w:rsid w:val="003E4C13"/>
    <w:rsid w:val="0040747D"/>
    <w:rsid w:val="004078F3"/>
    <w:rsid w:val="004130EE"/>
    <w:rsid w:val="00417BEA"/>
    <w:rsid w:val="00427794"/>
    <w:rsid w:val="00444E45"/>
    <w:rsid w:val="00450F07"/>
    <w:rsid w:val="00453CD3"/>
    <w:rsid w:val="0046002F"/>
    <w:rsid w:val="00460660"/>
    <w:rsid w:val="0046461A"/>
    <w:rsid w:val="00464BA9"/>
    <w:rsid w:val="004741F8"/>
    <w:rsid w:val="00483573"/>
    <w:rsid w:val="00483969"/>
    <w:rsid w:val="00485CE8"/>
    <w:rsid w:val="00486107"/>
    <w:rsid w:val="0049010D"/>
    <w:rsid w:val="004904BE"/>
    <w:rsid w:val="00491827"/>
    <w:rsid w:val="00492FD4"/>
    <w:rsid w:val="004B4380"/>
    <w:rsid w:val="004B517A"/>
    <w:rsid w:val="004B7AF9"/>
    <w:rsid w:val="004C1731"/>
    <w:rsid w:val="004C4399"/>
    <w:rsid w:val="004C453F"/>
    <w:rsid w:val="004C787C"/>
    <w:rsid w:val="004D09FB"/>
    <w:rsid w:val="004E127B"/>
    <w:rsid w:val="004E70C8"/>
    <w:rsid w:val="004E7A1F"/>
    <w:rsid w:val="004F4B9B"/>
    <w:rsid w:val="00502690"/>
    <w:rsid w:val="0050666E"/>
    <w:rsid w:val="00511AB9"/>
    <w:rsid w:val="00523BB5"/>
    <w:rsid w:val="00523EA7"/>
    <w:rsid w:val="00531D4E"/>
    <w:rsid w:val="005406EB"/>
    <w:rsid w:val="005465CE"/>
    <w:rsid w:val="005478B0"/>
    <w:rsid w:val="00553375"/>
    <w:rsid w:val="00554E3B"/>
    <w:rsid w:val="00555884"/>
    <w:rsid w:val="00567348"/>
    <w:rsid w:val="0057260F"/>
    <w:rsid w:val="005736B7"/>
    <w:rsid w:val="00575649"/>
    <w:rsid w:val="00575E5A"/>
    <w:rsid w:val="00580245"/>
    <w:rsid w:val="00594B25"/>
    <w:rsid w:val="005A1F44"/>
    <w:rsid w:val="005A35FA"/>
    <w:rsid w:val="005A6B21"/>
    <w:rsid w:val="005A7872"/>
    <w:rsid w:val="005B2E3A"/>
    <w:rsid w:val="005B75DE"/>
    <w:rsid w:val="005C65C4"/>
    <w:rsid w:val="005D16BC"/>
    <w:rsid w:val="005D3C39"/>
    <w:rsid w:val="005F1C5A"/>
    <w:rsid w:val="005F7931"/>
    <w:rsid w:val="00601A8C"/>
    <w:rsid w:val="00603BA5"/>
    <w:rsid w:val="00604C3A"/>
    <w:rsid w:val="00605B00"/>
    <w:rsid w:val="0061068E"/>
    <w:rsid w:val="006115D3"/>
    <w:rsid w:val="00612DFE"/>
    <w:rsid w:val="0061781C"/>
    <w:rsid w:val="00625D75"/>
    <w:rsid w:val="006434BD"/>
    <w:rsid w:val="0065610E"/>
    <w:rsid w:val="00660AD3"/>
    <w:rsid w:val="00674C90"/>
    <w:rsid w:val="006776B6"/>
    <w:rsid w:val="00677B75"/>
    <w:rsid w:val="00681F96"/>
    <w:rsid w:val="00693150"/>
    <w:rsid w:val="006A5570"/>
    <w:rsid w:val="006A689C"/>
    <w:rsid w:val="006B0F8E"/>
    <w:rsid w:val="006B2E24"/>
    <w:rsid w:val="006B3D79"/>
    <w:rsid w:val="006B6FE4"/>
    <w:rsid w:val="006C0BB6"/>
    <w:rsid w:val="006C1D87"/>
    <w:rsid w:val="006C2343"/>
    <w:rsid w:val="006C442A"/>
    <w:rsid w:val="006C490F"/>
    <w:rsid w:val="006C5D9A"/>
    <w:rsid w:val="006D3D66"/>
    <w:rsid w:val="006E0578"/>
    <w:rsid w:val="006E314D"/>
    <w:rsid w:val="006F14D3"/>
    <w:rsid w:val="007036A6"/>
    <w:rsid w:val="007068AA"/>
    <w:rsid w:val="00710723"/>
    <w:rsid w:val="007145F3"/>
    <w:rsid w:val="00723ED1"/>
    <w:rsid w:val="0073520E"/>
    <w:rsid w:val="0073627C"/>
    <w:rsid w:val="00740AF5"/>
    <w:rsid w:val="00743525"/>
    <w:rsid w:val="00744076"/>
    <w:rsid w:val="007541A2"/>
    <w:rsid w:val="00755818"/>
    <w:rsid w:val="007616C2"/>
    <w:rsid w:val="0076286B"/>
    <w:rsid w:val="00766846"/>
    <w:rsid w:val="0077673A"/>
    <w:rsid w:val="007846E1"/>
    <w:rsid w:val="007847D6"/>
    <w:rsid w:val="00784C56"/>
    <w:rsid w:val="007963B2"/>
    <w:rsid w:val="007A5172"/>
    <w:rsid w:val="007A67A0"/>
    <w:rsid w:val="007B0432"/>
    <w:rsid w:val="007B570C"/>
    <w:rsid w:val="007B7E64"/>
    <w:rsid w:val="007E438F"/>
    <w:rsid w:val="007E4A6E"/>
    <w:rsid w:val="007F56A7"/>
    <w:rsid w:val="00800851"/>
    <w:rsid w:val="00807DD0"/>
    <w:rsid w:val="008105B1"/>
    <w:rsid w:val="00821D01"/>
    <w:rsid w:val="00826B7B"/>
    <w:rsid w:val="0083622A"/>
    <w:rsid w:val="00840325"/>
    <w:rsid w:val="00846789"/>
    <w:rsid w:val="00866994"/>
    <w:rsid w:val="00884F59"/>
    <w:rsid w:val="008A3568"/>
    <w:rsid w:val="008B7EEE"/>
    <w:rsid w:val="008C50F3"/>
    <w:rsid w:val="008C7EFE"/>
    <w:rsid w:val="008D03B9"/>
    <w:rsid w:val="008D30C7"/>
    <w:rsid w:val="008D551C"/>
    <w:rsid w:val="008E3C99"/>
    <w:rsid w:val="008F18D6"/>
    <w:rsid w:val="008F2C9B"/>
    <w:rsid w:val="008F797B"/>
    <w:rsid w:val="00904780"/>
    <w:rsid w:val="0090635B"/>
    <w:rsid w:val="009122CD"/>
    <w:rsid w:val="00922385"/>
    <w:rsid w:val="009223DF"/>
    <w:rsid w:val="0092545C"/>
    <w:rsid w:val="0092658F"/>
    <w:rsid w:val="00931370"/>
    <w:rsid w:val="00931B50"/>
    <w:rsid w:val="00936091"/>
    <w:rsid w:val="00940D8A"/>
    <w:rsid w:val="009470A4"/>
    <w:rsid w:val="00962258"/>
    <w:rsid w:val="009678B7"/>
    <w:rsid w:val="009742BE"/>
    <w:rsid w:val="00985317"/>
    <w:rsid w:val="00992D9C"/>
    <w:rsid w:val="00996CB8"/>
    <w:rsid w:val="009A2BD0"/>
    <w:rsid w:val="009A5175"/>
    <w:rsid w:val="009A5DFC"/>
    <w:rsid w:val="009A6056"/>
    <w:rsid w:val="009A77E5"/>
    <w:rsid w:val="009B2E97"/>
    <w:rsid w:val="009B37DF"/>
    <w:rsid w:val="009B4201"/>
    <w:rsid w:val="009B5146"/>
    <w:rsid w:val="009C1A68"/>
    <w:rsid w:val="009C418E"/>
    <w:rsid w:val="009C442C"/>
    <w:rsid w:val="009C52CD"/>
    <w:rsid w:val="009E07F4"/>
    <w:rsid w:val="009F0867"/>
    <w:rsid w:val="009F309B"/>
    <w:rsid w:val="009F3469"/>
    <w:rsid w:val="009F392E"/>
    <w:rsid w:val="009F53C5"/>
    <w:rsid w:val="009F638B"/>
    <w:rsid w:val="00A0740E"/>
    <w:rsid w:val="00A07956"/>
    <w:rsid w:val="00A10713"/>
    <w:rsid w:val="00A1575E"/>
    <w:rsid w:val="00A21A01"/>
    <w:rsid w:val="00A2210F"/>
    <w:rsid w:val="00A339E5"/>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950E7"/>
    <w:rsid w:val="00AA4CBB"/>
    <w:rsid w:val="00AA65FA"/>
    <w:rsid w:val="00AA7351"/>
    <w:rsid w:val="00AA7AB8"/>
    <w:rsid w:val="00AB2530"/>
    <w:rsid w:val="00AB5BA3"/>
    <w:rsid w:val="00AB691D"/>
    <w:rsid w:val="00AB7C37"/>
    <w:rsid w:val="00AC10C3"/>
    <w:rsid w:val="00AC2789"/>
    <w:rsid w:val="00AD056F"/>
    <w:rsid w:val="00AD0C7B"/>
    <w:rsid w:val="00AD31CE"/>
    <w:rsid w:val="00AD5F1A"/>
    <w:rsid w:val="00AD6731"/>
    <w:rsid w:val="00AE696E"/>
    <w:rsid w:val="00AF2098"/>
    <w:rsid w:val="00AF57C0"/>
    <w:rsid w:val="00AF7241"/>
    <w:rsid w:val="00B008D5"/>
    <w:rsid w:val="00B02F73"/>
    <w:rsid w:val="00B05668"/>
    <w:rsid w:val="00B05B31"/>
    <w:rsid w:val="00B0619F"/>
    <w:rsid w:val="00B13A26"/>
    <w:rsid w:val="00B15D0D"/>
    <w:rsid w:val="00B22106"/>
    <w:rsid w:val="00B26EBE"/>
    <w:rsid w:val="00B309E3"/>
    <w:rsid w:val="00B35786"/>
    <w:rsid w:val="00B427D9"/>
    <w:rsid w:val="00B42F40"/>
    <w:rsid w:val="00B44DE7"/>
    <w:rsid w:val="00B4650A"/>
    <w:rsid w:val="00B5431A"/>
    <w:rsid w:val="00B61B36"/>
    <w:rsid w:val="00B75EE1"/>
    <w:rsid w:val="00B77481"/>
    <w:rsid w:val="00B84ECC"/>
    <w:rsid w:val="00B8518B"/>
    <w:rsid w:val="00B955DF"/>
    <w:rsid w:val="00B97CC3"/>
    <w:rsid w:val="00BB01C3"/>
    <w:rsid w:val="00BC06C4"/>
    <w:rsid w:val="00BD7E91"/>
    <w:rsid w:val="00BD7F0D"/>
    <w:rsid w:val="00BE4D3F"/>
    <w:rsid w:val="00BF26A0"/>
    <w:rsid w:val="00BF4956"/>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826AD"/>
    <w:rsid w:val="00C95162"/>
    <w:rsid w:val="00CB025A"/>
    <w:rsid w:val="00CB4F6D"/>
    <w:rsid w:val="00CB6A37"/>
    <w:rsid w:val="00CB7684"/>
    <w:rsid w:val="00CC7C8F"/>
    <w:rsid w:val="00CD1FC4"/>
    <w:rsid w:val="00CD6BEA"/>
    <w:rsid w:val="00CE664F"/>
    <w:rsid w:val="00CE6C17"/>
    <w:rsid w:val="00D034A0"/>
    <w:rsid w:val="00D1366C"/>
    <w:rsid w:val="00D16407"/>
    <w:rsid w:val="00D16C9D"/>
    <w:rsid w:val="00D21061"/>
    <w:rsid w:val="00D32554"/>
    <w:rsid w:val="00D37786"/>
    <w:rsid w:val="00D37847"/>
    <w:rsid w:val="00D4108E"/>
    <w:rsid w:val="00D42FE3"/>
    <w:rsid w:val="00D4328E"/>
    <w:rsid w:val="00D476D4"/>
    <w:rsid w:val="00D613D8"/>
    <w:rsid w:val="00D6163D"/>
    <w:rsid w:val="00D71721"/>
    <w:rsid w:val="00D831A3"/>
    <w:rsid w:val="00D97BE3"/>
    <w:rsid w:val="00DA3711"/>
    <w:rsid w:val="00DA5B8D"/>
    <w:rsid w:val="00DC37CA"/>
    <w:rsid w:val="00DD46F3"/>
    <w:rsid w:val="00DE56F2"/>
    <w:rsid w:val="00DE769D"/>
    <w:rsid w:val="00DF116D"/>
    <w:rsid w:val="00E10312"/>
    <w:rsid w:val="00E16FF7"/>
    <w:rsid w:val="00E26D68"/>
    <w:rsid w:val="00E44045"/>
    <w:rsid w:val="00E4480E"/>
    <w:rsid w:val="00E463D2"/>
    <w:rsid w:val="00E519F6"/>
    <w:rsid w:val="00E5448E"/>
    <w:rsid w:val="00E618C4"/>
    <w:rsid w:val="00E70DF3"/>
    <w:rsid w:val="00E7415D"/>
    <w:rsid w:val="00E773A1"/>
    <w:rsid w:val="00E878EE"/>
    <w:rsid w:val="00E901A3"/>
    <w:rsid w:val="00E953EB"/>
    <w:rsid w:val="00EA585B"/>
    <w:rsid w:val="00EA6EC7"/>
    <w:rsid w:val="00EB104F"/>
    <w:rsid w:val="00EB46E5"/>
    <w:rsid w:val="00ED14BD"/>
    <w:rsid w:val="00ED29F1"/>
    <w:rsid w:val="00ED593C"/>
    <w:rsid w:val="00EE477F"/>
    <w:rsid w:val="00F016C7"/>
    <w:rsid w:val="00F12DEC"/>
    <w:rsid w:val="00F1317C"/>
    <w:rsid w:val="00F1715C"/>
    <w:rsid w:val="00F177AA"/>
    <w:rsid w:val="00F24489"/>
    <w:rsid w:val="00F25F4A"/>
    <w:rsid w:val="00F2634A"/>
    <w:rsid w:val="00F27685"/>
    <w:rsid w:val="00F30162"/>
    <w:rsid w:val="00F310F8"/>
    <w:rsid w:val="00F334C5"/>
    <w:rsid w:val="00F35939"/>
    <w:rsid w:val="00F422D3"/>
    <w:rsid w:val="00F45607"/>
    <w:rsid w:val="00F4722B"/>
    <w:rsid w:val="00F54432"/>
    <w:rsid w:val="00F6491C"/>
    <w:rsid w:val="00F64BB9"/>
    <w:rsid w:val="00F659EB"/>
    <w:rsid w:val="00F75B9C"/>
    <w:rsid w:val="00F762A8"/>
    <w:rsid w:val="00F84619"/>
    <w:rsid w:val="00F86BA6"/>
    <w:rsid w:val="00F87A44"/>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UnresolvedMention">
    <w:name w:val="Unresolved Mention"/>
    <w:basedOn w:val="Standardnpsmoodstavce"/>
    <w:uiPriority w:val="99"/>
    <w:semiHidden/>
    <w:unhideWhenUsed/>
    <w:rsid w:val="003C42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5.xml"/><Relationship Id="rId38"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www.w3.org/XML/1998/namespace"/>
    <ds:schemaRef ds:uri="http://purl.org/dc/elements/1.1/"/>
  </ds:schemaRefs>
</ds:datastoreItem>
</file>

<file path=customXml/itemProps4.xml><?xml version="1.0" encoding="utf-8"?>
<ds:datastoreItem xmlns:ds="http://schemas.openxmlformats.org/officeDocument/2006/customXml" ds:itemID="{C3AD15C9-B517-495B-85AD-36C37C835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117</TotalTime>
  <Pages>26</Pages>
  <Words>5360</Words>
  <Characters>31629</Characters>
  <Application>Microsoft Office Word</Application>
  <DocSecurity>0</DocSecurity>
  <Lines>263</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Kaplanová Ivana</cp:lastModifiedBy>
  <cp:revision>33</cp:revision>
  <cp:lastPrinted>2023-09-06T06:32:00Z</cp:lastPrinted>
  <dcterms:created xsi:type="dcterms:W3CDTF">2023-09-04T11:22:00Z</dcterms:created>
  <dcterms:modified xsi:type="dcterms:W3CDTF">2023-09-06T12:21:00Z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